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92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977"/>
        <w:gridCol w:w="6946"/>
      </w:tblGrid>
      <w:tr w:rsidR="00022FD5" w:rsidRPr="0022188E" w14:paraId="12FB974D" w14:textId="77777777" w:rsidTr="27DA8A21">
        <w:trPr>
          <w:cantSplit/>
        </w:trPr>
        <w:tc>
          <w:tcPr>
            <w:tcW w:w="9923" w:type="dxa"/>
            <w:gridSpan w:val="2"/>
            <w:vAlign w:val="center"/>
          </w:tcPr>
          <w:p w14:paraId="21867FD9" w14:textId="77777777" w:rsidR="00022FD5" w:rsidRPr="0022188E" w:rsidRDefault="00022FD5" w:rsidP="00577013">
            <w:pPr>
              <w:spacing w:before="240"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b/>
                <w:sz w:val="24"/>
                <w:szCs w:val="24"/>
                <w:lang w:eastAsia="et-EE"/>
              </w:rPr>
              <w:t>MEHITAMATA ÕHUSÕIDUKI LENNUTAMISE TAOTLUS</w:t>
            </w:r>
          </w:p>
          <w:p w14:paraId="3FE36DE4" w14:textId="77777777" w:rsidR="00022FD5" w:rsidRPr="0022188E" w:rsidRDefault="00022FD5" w:rsidP="00577013">
            <w:pPr>
              <w:spacing w:after="24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  <w:tr w:rsidR="005F4881" w:rsidRPr="0022188E" w14:paraId="435C494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088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8E825C9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Taotleja andmed (nimi, isikukood, aadress, telefon, e-post)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CFE6E6E" w14:textId="48BEFCC4" w:rsidR="005F4881" w:rsidRDefault="009324D6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Andreas Kärner</w:t>
            </w:r>
            <w:r w:rsidR="004B3A7A">
              <w:rPr>
                <w:rFonts w:ascii="Times New Roman" w:hAnsi="Times New Roman"/>
                <w:sz w:val="24"/>
                <w:szCs w:val="24"/>
              </w:rPr>
              <w:t>, 39</w:t>
            </w:r>
            <w:r>
              <w:rPr>
                <w:rFonts w:ascii="Times New Roman" w:hAnsi="Times New Roman"/>
                <w:sz w:val="24"/>
                <w:szCs w:val="24"/>
              </w:rPr>
              <w:t>411025259</w:t>
            </w:r>
            <w:r w:rsidR="004B3A7A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27DF46B5" w14:textId="1451EAC2" w:rsidR="00B628BC" w:rsidRDefault="004B3A7A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+372 5</w:t>
            </w:r>
            <w:r w:rsidR="009324D6">
              <w:rPr>
                <w:rFonts w:ascii="Times New Roman" w:hAnsi="Times New Roman"/>
                <w:sz w:val="24"/>
                <w:szCs w:val="24"/>
              </w:rPr>
              <w:t>3666683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="009324D6">
              <w:rPr>
                <w:rFonts w:ascii="Times New Roman" w:hAnsi="Times New Roman"/>
                <w:sz w:val="24"/>
                <w:szCs w:val="24"/>
              </w:rPr>
              <w:t>andreas.karner</w:t>
            </w:r>
            <w:r>
              <w:rPr>
                <w:rFonts w:ascii="Times New Roman" w:hAnsi="Times New Roman"/>
                <w:sz w:val="24"/>
                <w:szCs w:val="24"/>
              </w:rPr>
              <w:t>@threod.com</w:t>
            </w:r>
          </w:p>
          <w:p w14:paraId="3BA851F0" w14:textId="7E4CE81E" w:rsidR="00B628BC" w:rsidRDefault="00B628BC" w:rsidP="00B628BC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proofErr w:type="spellStart"/>
            <w:r w:rsidRPr="5EB54409">
              <w:rPr>
                <w:rFonts w:ascii="Times New Roman" w:hAnsi="Times New Roman"/>
                <w:sz w:val="24"/>
                <w:szCs w:val="24"/>
              </w:rPr>
              <w:t>Threod</w:t>
            </w:r>
            <w:proofErr w:type="spellEnd"/>
            <w:r w:rsidRPr="5EB54409">
              <w:rPr>
                <w:rFonts w:ascii="Times New Roman" w:hAnsi="Times New Roman"/>
                <w:sz w:val="24"/>
                <w:szCs w:val="24"/>
              </w:rPr>
              <w:t xml:space="preserve"> Systems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AS</w:t>
            </w:r>
            <w:r w:rsidRPr="5EB54409">
              <w:rPr>
                <w:rFonts w:ascii="Times New Roman" w:hAnsi="Times New Roman"/>
                <w:sz w:val="24"/>
                <w:szCs w:val="24"/>
              </w:rPr>
              <w:t>, 12323903, Kaare tee 3, Lubja küla, Viimsi vald, Harjumaa;</w:t>
            </w:r>
          </w:p>
        </w:tc>
      </w:tr>
      <w:tr w:rsidR="005F4881" w:rsidRPr="0022188E" w14:paraId="0A35F4C4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67390D1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>
              <w:rPr>
                <w:rFonts w:ascii="Times New Roman" w:hAnsi="Times New Roman"/>
                <w:sz w:val="24"/>
                <w:szCs w:val="24"/>
                <w:lang w:eastAsia="et-EE"/>
              </w:rPr>
              <w:t>Telefoni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number, millelt saab </w:t>
            </w:r>
            <w:proofErr w:type="spellStart"/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lennutaja</w:t>
            </w:r>
            <w:proofErr w:type="spellEnd"/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kogu tegevuse vältel operatiivselt kätte 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5A8776F8" w14:textId="2CDF8A00" w:rsidR="000038B8" w:rsidRDefault="00DA20CE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+</w:t>
            </w:r>
            <w:r w:rsidRPr="00A54DCC">
              <w:rPr>
                <w:rFonts w:ascii="Times New Roman" w:hAnsi="Times New Roman"/>
                <w:sz w:val="24"/>
                <w:szCs w:val="24"/>
              </w:rPr>
              <w:t xml:space="preserve">372 </w:t>
            </w:r>
            <w:r>
              <w:rPr>
                <w:rFonts w:ascii="Times New Roman" w:hAnsi="Times New Roman"/>
                <w:sz w:val="24"/>
                <w:szCs w:val="24"/>
              </w:rPr>
              <w:t>5912 4911, Sakari Tali</w:t>
            </w:r>
            <w:r w:rsidR="00D8241E" w:rsidRPr="27DA8A21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0038B8" w:rsidRPr="27DA8A21">
              <w:rPr>
                <w:rFonts w:ascii="Times New Roman" w:hAnsi="Times New Roman"/>
                <w:sz w:val="24"/>
                <w:szCs w:val="24"/>
              </w:rPr>
              <w:t>(primaarne kontakt)</w:t>
            </w:r>
          </w:p>
          <w:p w14:paraId="19EBE828" w14:textId="470E3D95" w:rsidR="00C55A4F" w:rsidRDefault="00DA20CE" w:rsidP="27DA8A2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+372 5650 2880, Egert Linkmann </w:t>
            </w:r>
            <w:r w:rsidR="00104954" w:rsidRPr="27DA8A21">
              <w:rPr>
                <w:rFonts w:ascii="Times New Roman" w:hAnsi="Times New Roman"/>
                <w:sz w:val="24"/>
                <w:szCs w:val="24"/>
              </w:rPr>
              <w:t>(sekundaarne kontakt</w:t>
            </w:r>
            <w:r w:rsidR="00710D3C">
              <w:rPr>
                <w:rFonts w:ascii="Times New Roman" w:hAnsi="Times New Roman"/>
                <w:sz w:val="24"/>
                <w:szCs w:val="24"/>
              </w:rPr>
              <w:t>)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</w:tr>
      <w:tr w:rsidR="005F4881" w:rsidRPr="0022188E" w14:paraId="4F415480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85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2FBB973" w14:textId="77777777" w:rsidR="005F4881" w:rsidRPr="0022188E" w:rsidRDefault="005F4881" w:rsidP="005F4881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</w:t>
            </w:r>
          </w:p>
          <w:p w14:paraId="1E065E1A" w14:textId="77777777" w:rsidR="005F4881" w:rsidRPr="0022188E" w:rsidRDefault="005F4881" w:rsidP="005F4881">
            <w:pPr>
              <w:spacing w:before="60" w:after="6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(maakond, linn, vald, küla)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7554BF71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Järvamaa, Koigi vald</w:t>
            </w:r>
          </w:p>
        </w:tc>
      </w:tr>
      <w:tr w:rsidR="005F4881" w:rsidRPr="0022188E" w14:paraId="5910404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853957C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asukoht (geodeetilised koordinaadid, ala või punkt raadiusega)</w:t>
            </w:r>
          </w:p>
          <w:p w14:paraId="599A6780" w14:textId="77777777" w:rsidR="005F4881" w:rsidRPr="0022188E" w:rsidRDefault="005F4881" w:rsidP="00383940">
            <w:pPr>
              <w:spacing w:before="60" w:after="0" w:line="240" w:lineRule="auto"/>
              <w:ind w:left="142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NB! Lisada kaart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0111F22A" w14:textId="198D30B4" w:rsidR="009E3594" w:rsidRDefault="00B10E94" w:rsidP="00B44AE4">
            <w:pPr>
              <w:autoSpaceDE w:val="0"/>
              <w:autoSpaceDN w:val="0"/>
              <w:adjustRightInd w:val="0"/>
              <w:spacing w:before="60"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TSA21 lisa </w:t>
            </w:r>
            <w:r w:rsidR="009E3594">
              <w:rPr>
                <w:rFonts w:ascii="Times New Roman" w:hAnsi="Times New Roman"/>
                <w:sz w:val="24"/>
                <w:szCs w:val="24"/>
              </w:rPr>
              <w:t xml:space="preserve">Ala </w:t>
            </w:r>
            <w:r w:rsidR="009A56DE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6D58D1">
              <w:rPr>
                <w:rFonts w:ascii="Times New Roman" w:hAnsi="Times New Roman"/>
                <w:sz w:val="24"/>
                <w:szCs w:val="24"/>
              </w:rPr>
              <w:t>(koridor SW suunal):</w:t>
            </w:r>
          </w:p>
          <w:p w14:paraId="63690A6E" w14:textId="77777777" w:rsidR="005F55BB" w:rsidRDefault="005F55BB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F55BB">
              <w:rPr>
                <w:rFonts w:ascii="Times New Roman" w:hAnsi="Times New Roman"/>
                <w:sz w:val="24"/>
                <w:szCs w:val="24"/>
              </w:rPr>
              <w:t>58° 45' 47" N   025° 45' 16" E</w:t>
            </w:r>
          </w:p>
          <w:p w14:paraId="42180232" w14:textId="77777777" w:rsidR="00796BB1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31' 27" N   025° 36' 15" E</w:t>
            </w:r>
          </w:p>
          <w:p w14:paraId="4CABA7D6" w14:textId="77777777" w:rsidR="00A52856" w:rsidRDefault="00796BB1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796BB1">
              <w:rPr>
                <w:rFonts w:ascii="Times New Roman" w:hAnsi="Times New Roman"/>
                <w:sz w:val="24"/>
                <w:szCs w:val="24"/>
              </w:rPr>
              <w:t>58° 32' 02" N   025° 25' 56" E</w:t>
            </w:r>
          </w:p>
          <w:p w14:paraId="00019DD2" w14:textId="17F29121" w:rsidR="009E3594" w:rsidRPr="009E3594" w:rsidRDefault="00A52856" w:rsidP="00383940">
            <w:pPr>
              <w:pStyle w:val="ListParagraph"/>
              <w:numPr>
                <w:ilvl w:val="0"/>
                <w:numId w:val="15"/>
              </w:numPr>
              <w:autoSpaceDE w:val="0"/>
              <w:autoSpaceDN w:val="0"/>
              <w:adjustRightInd w:val="0"/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A52856">
              <w:rPr>
                <w:rFonts w:ascii="Times New Roman" w:hAnsi="Times New Roman"/>
                <w:sz w:val="24"/>
                <w:szCs w:val="24"/>
              </w:rPr>
              <w:t>58° 47' 08" N   025° 37' 32" E</w:t>
            </w:r>
          </w:p>
        </w:tc>
      </w:tr>
      <w:tr w:rsidR="005F4881" w:rsidRPr="0022188E" w14:paraId="683F6ABA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6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F7FC0F5" w14:textId="77777777" w:rsidR="005F4881" w:rsidRPr="0022188E" w:rsidRDefault="005F4881" w:rsidP="005F4881">
            <w:pPr>
              <w:spacing w:before="60" w:after="6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kõrgus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31A6FCA" w14:textId="4659EBA7" w:rsidR="005F4881" w:rsidRDefault="005F4881" w:rsidP="005F4881">
            <w:pPr>
              <w:widowControl w:val="0"/>
              <w:numPr>
                <w:ilvl w:val="0"/>
                <w:numId w:val="13"/>
              </w:numPr>
              <w:autoSpaceDE w:val="0"/>
              <w:autoSpaceDN w:val="0"/>
              <w:adjustRightInd w:val="0"/>
              <w:spacing w:before="60" w:after="60" w:line="240" w:lineRule="auto"/>
              <w:ind w:left="360" w:hanging="360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SFC </w:t>
            </w:r>
            <w:r w:rsidR="005A7299">
              <w:rPr>
                <w:rFonts w:ascii="Times New Roman" w:hAnsi="Times New Roman"/>
                <w:sz w:val="24"/>
                <w:szCs w:val="24"/>
              </w:rPr>
              <w:t xml:space="preserve">kuni lennutasand </w:t>
            </w:r>
            <w:r w:rsidR="00207F1D">
              <w:rPr>
                <w:rFonts w:ascii="Times New Roman" w:hAnsi="Times New Roman"/>
                <w:sz w:val="24"/>
                <w:szCs w:val="24"/>
              </w:rPr>
              <w:t>FL</w:t>
            </w:r>
            <w:r w:rsidR="00F54C2F">
              <w:rPr>
                <w:rFonts w:ascii="Times New Roman" w:hAnsi="Times New Roman"/>
                <w:sz w:val="24"/>
                <w:szCs w:val="24"/>
              </w:rPr>
              <w:t>0</w:t>
            </w:r>
            <w:r w:rsidR="00E22DFE">
              <w:rPr>
                <w:rFonts w:ascii="Times New Roman" w:hAnsi="Times New Roman"/>
                <w:sz w:val="24"/>
                <w:szCs w:val="24"/>
              </w:rPr>
              <w:t>90</w:t>
            </w:r>
          </w:p>
        </w:tc>
      </w:tr>
      <w:tr w:rsidR="005F4881" w:rsidRPr="0022188E" w14:paraId="77D2AA6F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549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9DAD5D" w14:textId="77777777" w:rsidR="00A31526" w:rsidRDefault="00A31526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  <w:p w14:paraId="63EE534F" w14:textId="52B8262F" w:rsidR="005F4881" w:rsidRPr="0022188E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Lennutamise ajavahemik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B315E35" w14:textId="140F73F7" w:rsidR="004B3A7A" w:rsidRDefault="000C614A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28</w:t>
            </w:r>
            <w:r w:rsidR="009324D6">
              <w:rPr>
                <w:rFonts w:ascii="Times New Roman" w:hAnsi="Times New Roman"/>
                <w:sz w:val="24"/>
                <w:szCs w:val="24"/>
              </w:rPr>
              <w:t>.04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324D6">
              <w:rPr>
                <w:rFonts w:ascii="Times New Roman" w:hAnsi="Times New Roman"/>
                <w:sz w:val="24"/>
                <w:szCs w:val="24"/>
              </w:rPr>
              <w:t>–</w:t>
            </w:r>
            <w:r w:rsidR="004B3A7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30</w:t>
            </w:r>
            <w:r w:rsidR="009324D6">
              <w:rPr>
                <w:rFonts w:ascii="Times New Roman" w:hAnsi="Times New Roman"/>
                <w:sz w:val="24"/>
                <w:szCs w:val="24"/>
              </w:rPr>
              <w:t>.04</w:t>
            </w:r>
            <w:r w:rsidR="00A54DCC">
              <w:rPr>
                <w:rFonts w:ascii="Times New Roman" w:hAnsi="Times New Roman"/>
                <w:sz w:val="24"/>
                <w:szCs w:val="24"/>
              </w:rPr>
              <w:t>.</w:t>
            </w:r>
            <w:r w:rsidR="00A56A76">
              <w:rPr>
                <w:rFonts w:ascii="Times New Roman" w:hAnsi="Times New Roman"/>
                <w:sz w:val="24"/>
                <w:szCs w:val="24"/>
              </w:rPr>
              <w:t>202</w:t>
            </w:r>
            <w:r w:rsidR="00F435E2">
              <w:rPr>
                <w:rFonts w:ascii="Times New Roman" w:hAnsi="Times New Roman"/>
                <w:sz w:val="24"/>
                <w:szCs w:val="24"/>
              </w:rPr>
              <w:t>5</w:t>
            </w:r>
          </w:p>
          <w:p w14:paraId="5D138B0E" w14:textId="77777777" w:rsidR="00A54DCC" w:rsidRDefault="00A54DCC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0BCEB2C4" w14:textId="163CF5E7" w:rsidR="00A56A76" w:rsidRPr="009F47A6" w:rsidRDefault="00A56A76" w:rsidP="009F47A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0</w:t>
            </w:r>
            <w:r w:rsidR="00DA20CE">
              <w:rPr>
                <w:rFonts w:ascii="Times New Roman" w:hAnsi="Times New Roman"/>
                <w:sz w:val="24"/>
                <w:szCs w:val="24"/>
              </w:rPr>
              <w:t>7</w:t>
            </w:r>
            <w:r>
              <w:rPr>
                <w:rFonts w:ascii="Times New Roman" w:hAnsi="Times New Roman"/>
                <w:sz w:val="24"/>
                <w:szCs w:val="24"/>
              </w:rPr>
              <w:t>:00-1</w:t>
            </w:r>
            <w:r w:rsidR="00DA20CE">
              <w:rPr>
                <w:rFonts w:ascii="Times New Roman" w:hAnsi="Times New Roman"/>
                <w:sz w:val="24"/>
                <w:szCs w:val="24"/>
              </w:rPr>
              <w:t>6</w:t>
            </w:r>
            <w:r>
              <w:rPr>
                <w:rFonts w:ascii="Times New Roman" w:hAnsi="Times New Roman"/>
                <w:sz w:val="24"/>
                <w:szCs w:val="24"/>
              </w:rPr>
              <w:t>:00 UTC</w:t>
            </w:r>
          </w:p>
          <w:p w14:paraId="48FEF390" w14:textId="6B46B7B1" w:rsidR="006F0AB0" w:rsidRPr="005636C3" w:rsidRDefault="006F0AB0" w:rsidP="00A31526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F4881" w:rsidRPr="0022188E" w14:paraId="1658503D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270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7E15D55" w14:textId="77777777" w:rsidR="005F4881" w:rsidRPr="0022188E" w:rsidRDefault="005F4881" w:rsidP="005F4881">
            <w:pPr>
              <w:spacing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Tagavaraplaan lennuohutuse tagamiseks juhuks kui mehitamata õhusõiduki juhitavus kaob (kui see on olemas)</w:t>
            </w: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BC66D34" w14:textId="77777777" w:rsidR="005F4881" w:rsidRDefault="005F4881" w:rsidP="005F4881">
            <w:pPr>
              <w:autoSpaceDE w:val="0"/>
              <w:autoSpaceDN w:val="0"/>
              <w:adjustRightInd w:val="0"/>
              <w:spacing w:before="60" w:after="6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Lennuvahendil on programmeeritud automaatne maandumine stardipunkti side kaotamisel ja veaolukorra tekkimisel.</w:t>
            </w:r>
          </w:p>
        </w:tc>
      </w:tr>
      <w:tr w:rsidR="005F4881" w:rsidRPr="0022188E" w14:paraId="09E2EA57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985"/>
        </w:trPr>
        <w:tc>
          <w:tcPr>
            <w:tcW w:w="99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50B00A9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eastAsia="MS Gothic" w:hAnsi="Times New Roman"/>
                <w:sz w:val="24"/>
                <w:szCs w:val="24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Kahepoolse raadioside võimekus: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      Transponder:  Jah   </w:t>
            </w:r>
            <w:r w:rsidRPr="0022188E">
              <w:rPr>
                <w:rFonts w:ascii="MS Mincho" w:eastAsia="MS Mincho" w:hAnsi="MS Mincho" w:cs="MS Mincho" w:hint="eastAsia"/>
                <w:sz w:val="24"/>
                <w:szCs w:val="24"/>
              </w:rPr>
              <w:t>☐</w:t>
            </w:r>
          </w:p>
          <w:p w14:paraId="22253EB2" w14:textId="77777777" w:rsidR="005F4881" w:rsidRPr="0022188E" w:rsidRDefault="005F4881" w:rsidP="005F4881">
            <w:pPr>
              <w:spacing w:before="60" w:after="60" w:line="240" w:lineRule="auto"/>
              <w:ind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                           Ei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1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0" w:name="Check1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0"/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                             </w:t>
            </w:r>
            <w:r>
              <w:rPr>
                <w:rFonts w:ascii="Times New Roman" w:eastAsia="MS Gothic" w:hAnsi="Times New Roman"/>
                <w:sz w:val="24"/>
                <w:szCs w:val="24"/>
              </w:rPr>
              <w:t xml:space="preserve">  </w:t>
            </w:r>
            <w:r w:rsidRPr="0022188E">
              <w:rPr>
                <w:rFonts w:ascii="Times New Roman" w:eastAsia="MS Gothic" w:hAnsi="Times New Roman"/>
                <w:sz w:val="24"/>
                <w:szCs w:val="24"/>
              </w:rPr>
              <w:t xml:space="preserve">Ei     </w:t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begin">
                <w:ffData>
                  <w:name w:val="Check2"/>
                  <w:enabled/>
                  <w:calcOnExit w:val="0"/>
                  <w:checkBox>
                    <w:sizeAuto/>
                    <w:default w:val="1"/>
                  </w:checkBox>
                </w:ffData>
              </w:fldChar>
            </w:r>
            <w:bookmarkStart w:id="1" w:name="Check2"/>
            <w:r>
              <w:rPr>
                <w:rFonts w:ascii="MS Mincho" w:eastAsia="MS Mincho" w:hAnsi="MS Mincho" w:cs="MS Mincho"/>
                <w:sz w:val="24"/>
                <w:szCs w:val="24"/>
              </w:rPr>
              <w:instrText xml:space="preserve"> FORMCHECKBOX </w:instrText>
            </w:r>
            <w:r>
              <w:rPr>
                <w:rFonts w:ascii="MS Mincho" w:eastAsia="MS Mincho" w:hAnsi="MS Mincho" w:cs="MS Mincho"/>
                <w:sz w:val="24"/>
                <w:szCs w:val="24"/>
              </w:rPr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separate"/>
            </w:r>
            <w:r>
              <w:rPr>
                <w:rFonts w:ascii="MS Mincho" w:eastAsia="MS Mincho" w:hAnsi="MS Mincho" w:cs="MS Mincho"/>
                <w:sz w:val="24"/>
                <w:szCs w:val="24"/>
              </w:rPr>
              <w:fldChar w:fldCharType="end"/>
            </w:r>
            <w:bookmarkEnd w:id="1"/>
          </w:p>
        </w:tc>
      </w:tr>
      <w:tr w:rsidR="005F4881" w:rsidRPr="0022188E" w14:paraId="26D9CAC1" w14:textId="77777777" w:rsidTr="27DA8A21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1417"/>
        </w:trPr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144BD82" w14:textId="77777777" w:rsidR="005F4881" w:rsidRDefault="005F4881" w:rsidP="005F4881">
            <w:pPr>
              <w:spacing w:before="60" w:after="60" w:line="240" w:lineRule="auto"/>
              <w:ind w:left="142" w:right="-154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>Muu oluline info</w:t>
            </w:r>
          </w:p>
          <w:p w14:paraId="2526FD05" w14:textId="77777777" w:rsidR="00B54CD6" w:rsidRPr="00B54CD6" w:rsidRDefault="00B54CD6" w:rsidP="00B54CD6">
            <w:pPr>
              <w:jc w:val="center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  <w:tc>
          <w:tcPr>
            <w:tcW w:w="69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63C565A8" w14:textId="3921C28B" w:rsidR="005F4881" w:rsidRPr="0022188E" w:rsidRDefault="005F4881" w:rsidP="005F4881">
            <w:pPr>
              <w:spacing w:before="60" w:after="6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</w:p>
        </w:tc>
      </w:tr>
    </w:tbl>
    <w:p w14:paraId="0C441719" w14:textId="77777777" w:rsidR="00022FD5" w:rsidRPr="0022188E" w:rsidRDefault="00022FD5" w:rsidP="00022FD5">
      <w:pPr>
        <w:spacing w:after="0" w:line="240" w:lineRule="auto"/>
        <w:rPr>
          <w:rFonts w:ascii="Times New Roman" w:hAnsi="Times New Roman"/>
          <w:sz w:val="24"/>
          <w:szCs w:val="24"/>
          <w:lang w:eastAsia="et-EE"/>
        </w:rPr>
      </w:pPr>
    </w:p>
    <w:tbl>
      <w:tblPr>
        <w:tblW w:w="933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6179"/>
        <w:gridCol w:w="3160"/>
      </w:tblGrid>
      <w:tr w:rsidR="00022FD5" w:rsidRPr="0022188E" w14:paraId="4AC225BE" w14:textId="77777777" w:rsidTr="27DA8A21">
        <w:trPr>
          <w:cantSplit/>
          <w:trHeight w:val="404"/>
        </w:trPr>
        <w:tc>
          <w:tcPr>
            <w:tcW w:w="6179" w:type="dxa"/>
            <w:vAlign w:val="center"/>
          </w:tcPr>
          <w:p w14:paraId="2B36CA6A" w14:textId="77777777" w:rsidR="00022FD5" w:rsidRPr="005F4881" w:rsidRDefault="00022FD5" w:rsidP="00DA7F0B">
            <w:pPr>
              <w:spacing w:after="0" w:line="240" w:lineRule="auto"/>
              <w:rPr>
                <w:rFonts w:ascii="Times New Roman" w:hAnsi="Times New Roman"/>
                <w:i/>
                <w:sz w:val="24"/>
                <w:szCs w:val="24"/>
                <w:lang w:eastAsia="et-EE"/>
              </w:rPr>
            </w:pP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Taotleja </w:t>
            </w:r>
            <w:r w:rsidR="00DA7F0B"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allkiri </w:t>
            </w:r>
            <w:r w:rsidR="00577013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Pr="0022188E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r w:rsidR="005F4881">
              <w:rPr>
                <w:rFonts w:ascii="Times New Roman" w:hAnsi="Times New Roman"/>
                <w:sz w:val="24"/>
                <w:szCs w:val="24"/>
                <w:lang w:eastAsia="et-EE"/>
              </w:rPr>
              <w:t>(</w:t>
            </w:r>
            <w:r w:rsidR="005F4881">
              <w:rPr>
                <w:rFonts w:ascii="Times New Roman" w:hAnsi="Times New Roman"/>
                <w:i/>
                <w:sz w:val="24"/>
                <w:szCs w:val="24"/>
                <w:lang w:eastAsia="et-EE"/>
              </w:rPr>
              <w:t>allkirjastatud digitaalselt)</w:t>
            </w:r>
          </w:p>
        </w:tc>
        <w:tc>
          <w:tcPr>
            <w:tcW w:w="3160" w:type="dxa"/>
            <w:vAlign w:val="center"/>
          </w:tcPr>
          <w:p w14:paraId="6FFFFE0D" w14:textId="516AD388" w:rsidR="00022FD5" w:rsidRPr="0022188E" w:rsidRDefault="00022FD5" w:rsidP="00022FD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  <w:lang w:eastAsia="et-EE"/>
              </w:rPr>
            </w:pPr>
            <w:r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Kuupäev</w:t>
            </w:r>
            <w:r w:rsidR="5C6B3555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>:</w:t>
            </w:r>
            <w:r w:rsidR="005F4881" w:rsidRPr="27DA8A21">
              <w:rPr>
                <w:rFonts w:ascii="Times New Roman" w:hAnsi="Times New Roman"/>
                <w:sz w:val="24"/>
                <w:szCs w:val="24"/>
                <w:lang w:eastAsia="et-EE"/>
              </w:rPr>
              <w:t xml:space="preserve"> </w:t>
            </w:r>
            <w:sdt>
              <w:sdtPr>
                <w:rPr>
                  <w:rFonts w:ascii="Times New Roman" w:hAnsi="Times New Roman"/>
                  <w:sz w:val="24"/>
                  <w:szCs w:val="24"/>
                  <w:lang w:eastAsia="et-EE"/>
                </w:rPr>
                <w:id w:val="-1767831545"/>
                <w:placeholder>
                  <w:docPart w:val="0FD939C22A70496AB7CCAAED8FFE7087"/>
                </w:placeholder>
                <w:date w:fullDate="2025-04-21T00:00:00Z">
                  <w:dateFormat w:val="dd.MM.yyyy"/>
                  <w:lid w:val="et-EE"/>
                  <w:storeMappedDataAs w:val="dateTime"/>
                  <w:calendar w:val="gregorian"/>
                </w:date>
              </w:sdtPr>
              <w:sdtContent>
                <w:r w:rsidR="000C614A">
                  <w:rPr>
                    <w:rFonts w:ascii="Times New Roman" w:hAnsi="Times New Roman"/>
                    <w:sz w:val="24"/>
                    <w:szCs w:val="24"/>
                    <w:lang w:eastAsia="et-EE"/>
                  </w:rPr>
                  <w:t>21.04.2025</w:t>
                </w:r>
              </w:sdtContent>
            </w:sdt>
          </w:p>
        </w:tc>
      </w:tr>
    </w:tbl>
    <w:p w14:paraId="152ECEF4" w14:textId="77777777" w:rsidR="00022FD5" w:rsidRPr="0022188E" w:rsidRDefault="00022FD5" w:rsidP="00F11EF7">
      <w:pPr>
        <w:rPr>
          <w:rFonts w:ascii="Times New Roman" w:hAnsi="Times New Roman"/>
          <w:b/>
          <w:sz w:val="24"/>
          <w:szCs w:val="24"/>
        </w:rPr>
      </w:pPr>
    </w:p>
    <w:sectPr w:rsidR="00022FD5" w:rsidRPr="0022188E" w:rsidSect="00A02F5A">
      <w:footerReference w:type="default" r:id="rId11"/>
      <w:pgSz w:w="11906" w:h="16838"/>
      <w:pgMar w:top="1560" w:right="1417" w:bottom="1417" w:left="1417" w:header="708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124532D" w14:textId="77777777" w:rsidR="00332E34" w:rsidRDefault="00332E34" w:rsidP="0022188E">
      <w:pPr>
        <w:spacing w:after="0" w:line="240" w:lineRule="auto"/>
      </w:pPr>
      <w:r>
        <w:separator/>
      </w:r>
    </w:p>
  </w:endnote>
  <w:endnote w:type="continuationSeparator" w:id="0">
    <w:p w14:paraId="1BDC59A4" w14:textId="77777777" w:rsidR="00332E34" w:rsidRDefault="00332E34" w:rsidP="0022188E">
      <w:pPr>
        <w:spacing w:after="0" w:line="240" w:lineRule="auto"/>
      </w:pPr>
      <w:r>
        <w:continuationSeparator/>
      </w:r>
    </w:p>
  </w:endnote>
  <w:endnote w:type="continuationNotice" w:id="1">
    <w:p w14:paraId="760E28EB" w14:textId="77777777" w:rsidR="00332E34" w:rsidRDefault="00332E3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897F813" w14:textId="77777777" w:rsidR="0022188E" w:rsidRPr="00A02F5A" w:rsidRDefault="0022188E" w:rsidP="0022188E">
    <w:pPr>
      <w:pBdr>
        <w:bottom w:val="single" w:sz="2" w:space="0" w:color="000000"/>
      </w:pBdr>
      <w:tabs>
        <w:tab w:val="center" w:pos="4536"/>
        <w:tab w:val="right" w:pos="9639"/>
      </w:tabs>
      <w:spacing w:after="0" w:line="240" w:lineRule="auto"/>
      <w:ind w:right="-6"/>
      <w:rPr>
        <w:rFonts w:ascii="Times New Roman" w:hAnsi="Times New Roman"/>
        <w:noProof/>
        <w:sz w:val="20"/>
        <w:szCs w:val="24"/>
      </w:rPr>
    </w:pPr>
    <w:r w:rsidRPr="00A02F5A">
      <w:rPr>
        <w:rFonts w:ascii="Times New Roman" w:hAnsi="Times New Roman"/>
        <w:bCs/>
        <w:sz w:val="20"/>
      </w:rPr>
      <w:t>LENNUAMET</w:t>
    </w:r>
    <w:r w:rsidRPr="00A02F5A">
      <w:rPr>
        <w:rFonts w:ascii="Times New Roman" w:hAnsi="Times New Roman"/>
        <w:bCs/>
        <w:sz w:val="20"/>
      </w:rPr>
      <w:tab/>
      <w:t xml:space="preserve">Vorm  VA </w:t>
    </w:r>
    <w:r w:rsidR="001932A8" w:rsidRPr="00A02F5A">
      <w:rPr>
        <w:rFonts w:ascii="Times New Roman" w:hAnsi="Times New Roman"/>
        <w:bCs/>
        <w:sz w:val="20"/>
      </w:rPr>
      <w:t>562</w:t>
    </w:r>
    <w:r w:rsidRPr="00A02F5A">
      <w:rPr>
        <w:rFonts w:ascii="Times New Roman" w:hAnsi="Times New Roman"/>
        <w:bCs/>
        <w:sz w:val="20"/>
      </w:rPr>
      <w:t>-1/V1</w:t>
    </w:r>
    <w:r w:rsidRPr="00A02F5A">
      <w:rPr>
        <w:rFonts w:ascii="Times New Roman" w:hAnsi="Times New Roman"/>
        <w:bCs/>
        <w:sz w:val="20"/>
      </w:rPr>
      <w:tab/>
      <w:t xml:space="preserve">         Leht 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PAGE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  <w:r w:rsidRPr="00A02F5A">
      <w:rPr>
        <w:rFonts w:ascii="Times New Roman" w:hAnsi="Times New Roman"/>
        <w:sz w:val="20"/>
        <w:lang w:eastAsia="et-EE"/>
      </w:rPr>
      <w:t>/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begin"/>
    </w:r>
    <w:r w:rsidRPr="00A02F5A">
      <w:rPr>
        <w:rFonts w:ascii="Times New Roman" w:hAnsi="Times New Roman"/>
        <w:noProof/>
        <w:sz w:val="20"/>
        <w:szCs w:val="24"/>
        <w:lang w:val="ru-RU"/>
      </w:rPr>
      <w:instrText xml:space="preserve"> NUMPAGES </w:instrTex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separate"/>
    </w:r>
    <w:r w:rsidR="00204212">
      <w:rPr>
        <w:rFonts w:ascii="Times New Roman" w:hAnsi="Times New Roman"/>
        <w:noProof/>
        <w:sz w:val="20"/>
        <w:szCs w:val="24"/>
        <w:lang w:val="ru-RU"/>
      </w:rPr>
      <w:t>1</w:t>
    </w:r>
    <w:r w:rsidRPr="00A02F5A">
      <w:rPr>
        <w:rFonts w:ascii="Times New Roman" w:hAnsi="Times New Roman"/>
        <w:noProof/>
        <w:sz w:val="20"/>
        <w:szCs w:val="24"/>
        <w:lang w:val="ru-RU"/>
      </w:rPr>
      <w:fldChar w:fldCharType="end"/>
    </w:r>
  </w:p>
  <w:p w14:paraId="1914AAE6" w14:textId="77777777" w:rsidR="0022188E" w:rsidRPr="00A02F5A" w:rsidRDefault="00A02F5A" w:rsidP="0022188E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18"/>
        <w:szCs w:val="24"/>
        <w:lang w:eastAsia="zh-CN" w:bidi="hi-IN"/>
      </w:rPr>
    </w:pPr>
    <w:r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Lõõtsa 5 / 11415 Tallinn / 610 3500 / ecaa</w:t>
    </w:r>
    <w:r w:rsidR="0022188E"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@ecaa.ee / www.ecaa.ee</w:t>
    </w:r>
  </w:p>
  <w:p w14:paraId="48ED03A9" w14:textId="77777777" w:rsidR="0022188E" w:rsidRPr="00A02F5A" w:rsidRDefault="00A02F5A" w:rsidP="00A02F5A">
    <w:pPr>
      <w:widowControl w:val="0"/>
      <w:suppressAutoHyphens/>
      <w:spacing w:after="0" w:line="240" w:lineRule="auto"/>
      <w:rPr>
        <w:rFonts w:ascii="Times New Roman" w:eastAsia="SimSun" w:hAnsi="Times New Roman" w:cs="Mangal"/>
        <w:kern w:val="1"/>
        <w:sz w:val="20"/>
        <w:szCs w:val="24"/>
        <w:lang w:eastAsia="zh-CN" w:bidi="hi-IN"/>
      </w:rPr>
    </w:pPr>
    <w:r w:rsidRPr="00A02F5A">
      <w:rPr>
        <w:rFonts w:ascii="Times New Roman" w:eastAsia="SimSun" w:hAnsi="Times New Roman" w:cs="Mangal"/>
        <w:kern w:val="1"/>
        <w:sz w:val="18"/>
        <w:szCs w:val="24"/>
        <w:lang w:eastAsia="zh-CN" w:bidi="hi-IN"/>
      </w:rPr>
      <w:t>Registrikood 70000800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B0F7238" w14:textId="77777777" w:rsidR="00332E34" w:rsidRDefault="00332E34" w:rsidP="0022188E">
      <w:pPr>
        <w:spacing w:after="0" w:line="240" w:lineRule="auto"/>
      </w:pPr>
      <w:r>
        <w:separator/>
      </w:r>
    </w:p>
  </w:footnote>
  <w:footnote w:type="continuationSeparator" w:id="0">
    <w:p w14:paraId="69BAADBD" w14:textId="77777777" w:rsidR="00332E34" w:rsidRDefault="00332E34" w:rsidP="0022188E">
      <w:pPr>
        <w:spacing w:after="0" w:line="240" w:lineRule="auto"/>
      </w:pPr>
      <w:r>
        <w:continuationSeparator/>
      </w:r>
    </w:p>
  </w:footnote>
  <w:footnote w:type="continuationNotice" w:id="1">
    <w:p w14:paraId="03E3EC3F" w14:textId="77777777" w:rsidR="00332E34" w:rsidRDefault="00332E34">
      <w:pPr>
        <w:spacing w:after="0" w:line="240" w:lineRule="auto"/>
      </w:pP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6CB3027"/>
    <w:multiLevelType w:val="singleLevel"/>
    <w:tmpl w:val="FAD2DE04"/>
    <w:lvl w:ilvl="0">
      <w:start w:val="1"/>
      <w:numFmt w:val="decimal"/>
      <w:lvlText w:val="%1)"/>
      <w:legacy w:legacy="1" w:legacySpace="0" w:legacyIndent="0"/>
      <w:lvlJc w:val="left"/>
      <w:rPr>
        <w:rFonts w:ascii="Times New Roman" w:hAnsi="Times New Roman" w:cs="Times New Roman" w:hint="default"/>
      </w:rPr>
    </w:lvl>
  </w:abstractNum>
  <w:abstractNum w:abstractNumId="1" w15:restartNumberingAfterBreak="0">
    <w:nsid w:val="1EEC79B5"/>
    <w:multiLevelType w:val="hybridMultilevel"/>
    <w:tmpl w:val="C83421D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206C7724"/>
    <w:multiLevelType w:val="hybridMultilevel"/>
    <w:tmpl w:val="FFFFFFFF"/>
    <w:lvl w:ilvl="0" w:tplc="C102E738">
      <w:start w:val="1"/>
      <w:numFmt w:val="decimal"/>
      <w:lvlText w:val="%1."/>
      <w:lvlJc w:val="left"/>
      <w:pPr>
        <w:ind w:left="720" w:hanging="360"/>
      </w:pPr>
    </w:lvl>
    <w:lvl w:ilvl="1" w:tplc="FD02F438">
      <w:start w:val="1"/>
      <w:numFmt w:val="lowerLetter"/>
      <w:lvlText w:val="%2."/>
      <w:lvlJc w:val="left"/>
      <w:pPr>
        <w:ind w:left="1440" w:hanging="360"/>
      </w:pPr>
    </w:lvl>
    <w:lvl w:ilvl="2" w:tplc="B46C1894">
      <w:start w:val="1"/>
      <w:numFmt w:val="lowerRoman"/>
      <w:lvlText w:val="%3."/>
      <w:lvlJc w:val="right"/>
      <w:pPr>
        <w:ind w:left="2160" w:hanging="180"/>
      </w:pPr>
    </w:lvl>
    <w:lvl w:ilvl="3" w:tplc="480078EA">
      <w:start w:val="1"/>
      <w:numFmt w:val="decimal"/>
      <w:lvlText w:val="%4."/>
      <w:lvlJc w:val="left"/>
      <w:pPr>
        <w:ind w:left="2880" w:hanging="360"/>
      </w:pPr>
    </w:lvl>
    <w:lvl w:ilvl="4" w:tplc="2AD6B386">
      <w:start w:val="1"/>
      <w:numFmt w:val="lowerLetter"/>
      <w:lvlText w:val="%5."/>
      <w:lvlJc w:val="left"/>
      <w:pPr>
        <w:ind w:left="3600" w:hanging="360"/>
      </w:pPr>
    </w:lvl>
    <w:lvl w:ilvl="5" w:tplc="C32268CC">
      <w:start w:val="1"/>
      <w:numFmt w:val="lowerRoman"/>
      <w:lvlText w:val="%6."/>
      <w:lvlJc w:val="right"/>
      <w:pPr>
        <w:ind w:left="4320" w:hanging="180"/>
      </w:pPr>
    </w:lvl>
    <w:lvl w:ilvl="6" w:tplc="F0A0B5B4">
      <w:start w:val="1"/>
      <w:numFmt w:val="decimal"/>
      <w:lvlText w:val="%7."/>
      <w:lvlJc w:val="left"/>
      <w:pPr>
        <w:ind w:left="5040" w:hanging="360"/>
      </w:pPr>
    </w:lvl>
    <w:lvl w:ilvl="7" w:tplc="67EA16C0">
      <w:start w:val="1"/>
      <w:numFmt w:val="lowerLetter"/>
      <w:lvlText w:val="%8."/>
      <w:lvlJc w:val="left"/>
      <w:pPr>
        <w:ind w:left="5760" w:hanging="360"/>
      </w:pPr>
    </w:lvl>
    <w:lvl w:ilvl="8" w:tplc="360835FC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6A133B5"/>
    <w:multiLevelType w:val="hybridMultilevel"/>
    <w:tmpl w:val="FFFFFFFF"/>
    <w:lvl w:ilvl="0" w:tplc="A316F554">
      <w:start w:val="1"/>
      <w:numFmt w:val="decimal"/>
      <w:lvlText w:val="%1."/>
      <w:lvlJc w:val="left"/>
      <w:pPr>
        <w:ind w:left="720" w:hanging="360"/>
      </w:pPr>
    </w:lvl>
    <w:lvl w:ilvl="1" w:tplc="5B5C4816">
      <w:start w:val="1"/>
      <w:numFmt w:val="lowerLetter"/>
      <w:lvlText w:val="%2."/>
      <w:lvlJc w:val="left"/>
      <w:pPr>
        <w:ind w:left="1440" w:hanging="360"/>
      </w:pPr>
    </w:lvl>
    <w:lvl w:ilvl="2" w:tplc="F3BAC228">
      <w:start w:val="1"/>
      <w:numFmt w:val="lowerRoman"/>
      <w:lvlText w:val="%3."/>
      <w:lvlJc w:val="right"/>
      <w:pPr>
        <w:ind w:left="2160" w:hanging="180"/>
      </w:pPr>
    </w:lvl>
    <w:lvl w:ilvl="3" w:tplc="F76EE3AE">
      <w:start w:val="1"/>
      <w:numFmt w:val="decimal"/>
      <w:lvlText w:val="%4."/>
      <w:lvlJc w:val="left"/>
      <w:pPr>
        <w:ind w:left="2880" w:hanging="360"/>
      </w:pPr>
    </w:lvl>
    <w:lvl w:ilvl="4" w:tplc="4FC6DFBA">
      <w:start w:val="1"/>
      <w:numFmt w:val="lowerLetter"/>
      <w:lvlText w:val="%5."/>
      <w:lvlJc w:val="left"/>
      <w:pPr>
        <w:ind w:left="3600" w:hanging="360"/>
      </w:pPr>
    </w:lvl>
    <w:lvl w:ilvl="5" w:tplc="63EA7232">
      <w:start w:val="1"/>
      <w:numFmt w:val="lowerRoman"/>
      <w:lvlText w:val="%6."/>
      <w:lvlJc w:val="right"/>
      <w:pPr>
        <w:ind w:left="4320" w:hanging="180"/>
      </w:pPr>
    </w:lvl>
    <w:lvl w:ilvl="6" w:tplc="6B6C9DD0">
      <w:start w:val="1"/>
      <w:numFmt w:val="decimal"/>
      <w:lvlText w:val="%7."/>
      <w:lvlJc w:val="left"/>
      <w:pPr>
        <w:ind w:left="5040" w:hanging="360"/>
      </w:pPr>
    </w:lvl>
    <w:lvl w:ilvl="7" w:tplc="A7ACDAAE">
      <w:start w:val="1"/>
      <w:numFmt w:val="lowerLetter"/>
      <w:lvlText w:val="%8."/>
      <w:lvlJc w:val="left"/>
      <w:pPr>
        <w:ind w:left="5760" w:hanging="360"/>
      </w:pPr>
    </w:lvl>
    <w:lvl w:ilvl="8" w:tplc="CB2CCAFC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9CF2BE3"/>
    <w:multiLevelType w:val="hybridMultilevel"/>
    <w:tmpl w:val="FFFFFFFF"/>
    <w:lvl w:ilvl="0" w:tplc="AB7AFD2E">
      <w:start w:val="1"/>
      <w:numFmt w:val="decimal"/>
      <w:lvlText w:val="%1."/>
      <w:lvlJc w:val="left"/>
      <w:pPr>
        <w:ind w:left="720" w:hanging="360"/>
      </w:pPr>
    </w:lvl>
    <w:lvl w:ilvl="1" w:tplc="7A126EA6">
      <w:start w:val="1"/>
      <w:numFmt w:val="lowerLetter"/>
      <w:lvlText w:val="%2."/>
      <w:lvlJc w:val="left"/>
      <w:pPr>
        <w:ind w:left="1440" w:hanging="360"/>
      </w:pPr>
    </w:lvl>
    <w:lvl w:ilvl="2" w:tplc="5380DD1E">
      <w:start w:val="1"/>
      <w:numFmt w:val="lowerRoman"/>
      <w:lvlText w:val="%3."/>
      <w:lvlJc w:val="right"/>
      <w:pPr>
        <w:ind w:left="2160" w:hanging="180"/>
      </w:pPr>
    </w:lvl>
    <w:lvl w:ilvl="3" w:tplc="8BAA8662">
      <w:start w:val="1"/>
      <w:numFmt w:val="decimal"/>
      <w:lvlText w:val="%4."/>
      <w:lvlJc w:val="left"/>
      <w:pPr>
        <w:ind w:left="2880" w:hanging="360"/>
      </w:pPr>
    </w:lvl>
    <w:lvl w:ilvl="4" w:tplc="BD944DB6">
      <w:start w:val="1"/>
      <w:numFmt w:val="lowerLetter"/>
      <w:lvlText w:val="%5."/>
      <w:lvlJc w:val="left"/>
      <w:pPr>
        <w:ind w:left="3600" w:hanging="360"/>
      </w:pPr>
    </w:lvl>
    <w:lvl w:ilvl="5" w:tplc="BDA6305C">
      <w:start w:val="1"/>
      <w:numFmt w:val="lowerRoman"/>
      <w:lvlText w:val="%6."/>
      <w:lvlJc w:val="right"/>
      <w:pPr>
        <w:ind w:left="4320" w:hanging="180"/>
      </w:pPr>
    </w:lvl>
    <w:lvl w:ilvl="6" w:tplc="8244DA68">
      <w:start w:val="1"/>
      <w:numFmt w:val="decimal"/>
      <w:lvlText w:val="%7."/>
      <w:lvlJc w:val="left"/>
      <w:pPr>
        <w:ind w:left="5040" w:hanging="360"/>
      </w:pPr>
    </w:lvl>
    <w:lvl w:ilvl="7" w:tplc="60061A54">
      <w:start w:val="1"/>
      <w:numFmt w:val="lowerLetter"/>
      <w:lvlText w:val="%8."/>
      <w:lvlJc w:val="left"/>
      <w:pPr>
        <w:ind w:left="5760" w:hanging="360"/>
      </w:pPr>
    </w:lvl>
    <w:lvl w:ilvl="8" w:tplc="5A226566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BB31C36"/>
    <w:multiLevelType w:val="hybridMultilevel"/>
    <w:tmpl w:val="FFFFFFFF"/>
    <w:lvl w:ilvl="0" w:tplc="1438EA24">
      <w:start w:val="1"/>
      <w:numFmt w:val="decimal"/>
      <w:lvlText w:val="%1."/>
      <w:lvlJc w:val="left"/>
      <w:pPr>
        <w:ind w:left="720" w:hanging="360"/>
      </w:pPr>
    </w:lvl>
    <w:lvl w:ilvl="1" w:tplc="F7C2776E">
      <w:start w:val="1"/>
      <w:numFmt w:val="lowerLetter"/>
      <w:lvlText w:val="%2."/>
      <w:lvlJc w:val="left"/>
      <w:pPr>
        <w:ind w:left="1440" w:hanging="360"/>
      </w:pPr>
    </w:lvl>
    <w:lvl w:ilvl="2" w:tplc="4880EE26">
      <w:start w:val="1"/>
      <w:numFmt w:val="lowerRoman"/>
      <w:lvlText w:val="%3."/>
      <w:lvlJc w:val="right"/>
      <w:pPr>
        <w:ind w:left="2160" w:hanging="180"/>
      </w:pPr>
    </w:lvl>
    <w:lvl w:ilvl="3" w:tplc="C6F2BC32">
      <w:start w:val="1"/>
      <w:numFmt w:val="decimal"/>
      <w:lvlText w:val="%4."/>
      <w:lvlJc w:val="left"/>
      <w:pPr>
        <w:ind w:left="2880" w:hanging="360"/>
      </w:pPr>
    </w:lvl>
    <w:lvl w:ilvl="4" w:tplc="707480FA">
      <w:start w:val="1"/>
      <w:numFmt w:val="lowerLetter"/>
      <w:lvlText w:val="%5."/>
      <w:lvlJc w:val="left"/>
      <w:pPr>
        <w:ind w:left="3600" w:hanging="360"/>
      </w:pPr>
    </w:lvl>
    <w:lvl w:ilvl="5" w:tplc="7368D408">
      <w:start w:val="1"/>
      <w:numFmt w:val="lowerRoman"/>
      <w:lvlText w:val="%6."/>
      <w:lvlJc w:val="right"/>
      <w:pPr>
        <w:ind w:left="4320" w:hanging="180"/>
      </w:pPr>
    </w:lvl>
    <w:lvl w:ilvl="6" w:tplc="ADA4E2A6">
      <w:start w:val="1"/>
      <w:numFmt w:val="decimal"/>
      <w:lvlText w:val="%7."/>
      <w:lvlJc w:val="left"/>
      <w:pPr>
        <w:ind w:left="5040" w:hanging="360"/>
      </w:pPr>
    </w:lvl>
    <w:lvl w:ilvl="7" w:tplc="9B00E62A">
      <w:start w:val="1"/>
      <w:numFmt w:val="lowerLetter"/>
      <w:lvlText w:val="%8."/>
      <w:lvlJc w:val="left"/>
      <w:pPr>
        <w:ind w:left="5760" w:hanging="360"/>
      </w:pPr>
    </w:lvl>
    <w:lvl w:ilvl="8" w:tplc="61D0EAC6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CCA0303"/>
    <w:multiLevelType w:val="hybridMultilevel"/>
    <w:tmpl w:val="8B8E68B8"/>
    <w:lvl w:ilvl="0" w:tplc="042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424E6873"/>
    <w:multiLevelType w:val="hybridMultilevel"/>
    <w:tmpl w:val="FFFFFFFF"/>
    <w:lvl w:ilvl="0" w:tplc="B39C14B8">
      <w:start w:val="1"/>
      <w:numFmt w:val="decimal"/>
      <w:lvlText w:val="%1."/>
      <w:lvlJc w:val="left"/>
      <w:pPr>
        <w:ind w:left="720" w:hanging="360"/>
      </w:pPr>
    </w:lvl>
    <w:lvl w:ilvl="1" w:tplc="155E3B78">
      <w:start w:val="1"/>
      <w:numFmt w:val="lowerLetter"/>
      <w:lvlText w:val="%2."/>
      <w:lvlJc w:val="left"/>
      <w:pPr>
        <w:ind w:left="1440" w:hanging="360"/>
      </w:pPr>
    </w:lvl>
    <w:lvl w:ilvl="2" w:tplc="FF12FAD8">
      <w:start w:val="1"/>
      <w:numFmt w:val="lowerRoman"/>
      <w:lvlText w:val="%3."/>
      <w:lvlJc w:val="right"/>
      <w:pPr>
        <w:ind w:left="2160" w:hanging="180"/>
      </w:pPr>
    </w:lvl>
    <w:lvl w:ilvl="3" w:tplc="F38E1154">
      <w:start w:val="1"/>
      <w:numFmt w:val="decimal"/>
      <w:lvlText w:val="%4."/>
      <w:lvlJc w:val="left"/>
      <w:pPr>
        <w:ind w:left="2880" w:hanging="360"/>
      </w:pPr>
    </w:lvl>
    <w:lvl w:ilvl="4" w:tplc="FF90DDD2">
      <w:start w:val="1"/>
      <w:numFmt w:val="lowerLetter"/>
      <w:lvlText w:val="%5."/>
      <w:lvlJc w:val="left"/>
      <w:pPr>
        <w:ind w:left="3600" w:hanging="360"/>
      </w:pPr>
    </w:lvl>
    <w:lvl w:ilvl="5" w:tplc="4BE896B6">
      <w:start w:val="1"/>
      <w:numFmt w:val="lowerRoman"/>
      <w:lvlText w:val="%6."/>
      <w:lvlJc w:val="right"/>
      <w:pPr>
        <w:ind w:left="4320" w:hanging="180"/>
      </w:pPr>
    </w:lvl>
    <w:lvl w:ilvl="6" w:tplc="2FA2E9CC">
      <w:start w:val="1"/>
      <w:numFmt w:val="decimal"/>
      <w:lvlText w:val="%7."/>
      <w:lvlJc w:val="left"/>
      <w:pPr>
        <w:ind w:left="5040" w:hanging="360"/>
      </w:pPr>
    </w:lvl>
    <w:lvl w:ilvl="7" w:tplc="C09473C0">
      <w:start w:val="1"/>
      <w:numFmt w:val="lowerLetter"/>
      <w:lvlText w:val="%8."/>
      <w:lvlJc w:val="left"/>
      <w:pPr>
        <w:ind w:left="5760" w:hanging="360"/>
      </w:pPr>
    </w:lvl>
    <w:lvl w:ilvl="8" w:tplc="F07A10F4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3932A71"/>
    <w:multiLevelType w:val="hybridMultilevel"/>
    <w:tmpl w:val="C0BEE1B4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80078B4"/>
    <w:multiLevelType w:val="hybridMultilevel"/>
    <w:tmpl w:val="FFFFFFFF"/>
    <w:lvl w:ilvl="0" w:tplc="D6CA8508">
      <w:start w:val="1"/>
      <w:numFmt w:val="decimal"/>
      <w:lvlText w:val="%1."/>
      <w:lvlJc w:val="left"/>
      <w:pPr>
        <w:ind w:left="720" w:hanging="360"/>
      </w:pPr>
    </w:lvl>
    <w:lvl w:ilvl="1" w:tplc="12106008">
      <w:start w:val="1"/>
      <w:numFmt w:val="lowerLetter"/>
      <w:lvlText w:val="%2."/>
      <w:lvlJc w:val="left"/>
      <w:pPr>
        <w:ind w:left="1440" w:hanging="360"/>
      </w:pPr>
    </w:lvl>
    <w:lvl w:ilvl="2" w:tplc="77FA0E70">
      <w:start w:val="1"/>
      <w:numFmt w:val="lowerRoman"/>
      <w:lvlText w:val="%3."/>
      <w:lvlJc w:val="right"/>
      <w:pPr>
        <w:ind w:left="2160" w:hanging="180"/>
      </w:pPr>
    </w:lvl>
    <w:lvl w:ilvl="3" w:tplc="5320499C">
      <w:start w:val="1"/>
      <w:numFmt w:val="decimal"/>
      <w:lvlText w:val="%4."/>
      <w:lvlJc w:val="left"/>
      <w:pPr>
        <w:ind w:left="2880" w:hanging="360"/>
      </w:pPr>
    </w:lvl>
    <w:lvl w:ilvl="4" w:tplc="4E22E8C6">
      <w:start w:val="1"/>
      <w:numFmt w:val="lowerLetter"/>
      <w:lvlText w:val="%5."/>
      <w:lvlJc w:val="left"/>
      <w:pPr>
        <w:ind w:left="3600" w:hanging="360"/>
      </w:pPr>
    </w:lvl>
    <w:lvl w:ilvl="5" w:tplc="A1B6435E">
      <w:start w:val="1"/>
      <w:numFmt w:val="lowerRoman"/>
      <w:lvlText w:val="%6."/>
      <w:lvlJc w:val="right"/>
      <w:pPr>
        <w:ind w:left="4320" w:hanging="180"/>
      </w:pPr>
    </w:lvl>
    <w:lvl w:ilvl="6" w:tplc="C3B0B6CE">
      <w:start w:val="1"/>
      <w:numFmt w:val="decimal"/>
      <w:lvlText w:val="%7."/>
      <w:lvlJc w:val="left"/>
      <w:pPr>
        <w:ind w:left="5040" w:hanging="360"/>
      </w:pPr>
    </w:lvl>
    <w:lvl w:ilvl="7" w:tplc="6C28A878">
      <w:start w:val="1"/>
      <w:numFmt w:val="lowerLetter"/>
      <w:lvlText w:val="%8."/>
      <w:lvlJc w:val="left"/>
      <w:pPr>
        <w:ind w:left="5760" w:hanging="360"/>
      </w:pPr>
    </w:lvl>
    <w:lvl w:ilvl="8" w:tplc="89A29856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ABC3FE2"/>
    <w:multiLevelType w:val="hybridMultilevel"/>
    <w:tmpl w:val="FFFFFFFF"/>
    <w:lvl w:ilvl="0" w:tplc="E4CAA37E">
      <w:start w:val="1"/>
      <w:numFmt w:val="decimal"/>
      <w:lvlText w:val="%1."/>
      <w:lvlJc w:val="left"/>
      <w:pPr>
        <w:ind w:left="720" w:hanging="360"/>
      </w:pPr>
    </w:lvl>
    <w:lvl w:ilvl="1" w:tplc="B11E63D8">
      <w:start w:val="1"/>
      <w:numFmt w:val="lowerLetter"/>
      <w:lvlText w:val="%2."/>
      <w:lvlJc w:val="left"/>
      <w:pPr>
        <w:ind w:left="1440" w:hanging="360"/>
      </w:pPr>
    </w:lvl>
    <w:lvl w:ilvl="2" w:tplc="D9DEA4FC">
      <w:start w:val="1"/>
      <w:numFmt w:val="lowerRoman"/>
      <w:lvlText w:val="%3."/>
      <w:lvlJc w:val="right"/>
      <w:pPr>
        <w:ind w:left="2160" w:hanging="180"/>
      </w:pPr>
    </w:lvl>
    <w:lvl w:ilvl="3" w:tplc="0248F430">
      <w:start w:val="1"/>
      <w:numFmt w:val="decimal"/>
      <w:lvlText w:val="%4."/>
      <w:lvlJc w:val="left"/>
      <w:pPr>
        <w:ind w:left="2880" w:hanging="360"/>
      </w:pPr>
    </w:lvl>
    <w:lvl w:ilvl="4" w:tplc="78E69418">
      <w:start w:val="1"/>
      <w:numFmt w:val="lowerLetter"/>
      <w:lvlText w:val="%5."/>
      <w:lvlJc w:val="left"/>
      <w:pPr>
        <w:ind w:left="3600" w:hanging="360"/>
      </w:pPr>
    </w:lvl>
    <w:lvl w:ilvl="5" w:tplc="C58C0D0C">
      <w:start w:val="1"/>
      <w:numFmt w:val="lowerRoman"/>
      <w:lvlText w:val="%6."/>
      <w:lvlJc w:val="right"/>
      <w:pPr>
        <w:ind w:left="4320" w:hanging="180"/>
      </w:pPr>
    </w:lvl>
    <w:lvl w:ilvl="6" w:tplc="C7D24976">
      <w:start w:val="1"/>
      <w:numFmt w:val="decimal"/>
      <w:lvlText w:val="%7."/>
      <w:lvlJc w:val="left"/>
      <w:pPr>
        <w:ind w:left="5040" w:hanging="360"/>
      </w:pPr>
    </w:lvl>
    <w:lvl w:ilvl="7" w:tplc="C31C82E6">
      <w:start w:val="1"/>
      <w:numFmt w:val="lowerLetter"/>
      <w:lvlText w:val="%8."/>
      <w:lvlJc w:val="left"/>
      <w:pPr>
        <w:ind w:left="5760" w:hanging="360"/>
      </w:pPr>
    </w:lvl>
    <w:lvl w:ilvl="8" w:tplc="3CCE3F70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B985953"/>
    <w:multiLevelType w:val="hybridMultilevel"/>
    <w:tmpl w:val="FFFFFFFF"/>
    <w:lvl w:ilvl="0" w:tplc="12521C1A">
      <w:start w:val="1"/>
      <w:numFmt w:val="decimal"/>
      <w:lvlText w:val="%1."/>
      <w:lvlJc w:val="left"/>
      <w:pPr>
        <w:ind w:left="720" w:hanging="360"/>
      </w:pPr>
    </w:lvl>
    <w:lvl w:ilvl="1" w:tplc="5C0CC358">
      <w:start w:val="1"/>
      <w:numFmt w:val="lowerLetter"/>
      <w:lvlText w:val="%2."/>
      <w:lvlJc w:val="left"/>
      <w:pPr>
        <w:ind w:left="1440" w:hanging="360"/>
      </w:pPr>
    </w:lvl>
    <w:lvl w:ilvl="2" w:tplc="B540D8C6">
      <w:start w:val="1"/>
      <w:numFmt w:val="lowerRoman"/>
      <w:lvlText w:val="%3."/>
      <w:lvlJc w:val="right"/>
      <w:pPr>
        <w:ind w:left="2160" w:hanging="180"/>
      </w:pPr>
    </w:lvl>
    <w:lvl w:ilvl="3" w:tplc="D30E80F4">
      <w:start w:val="1"/>
      <w:numFmt w:val="decimal"/>
      <w:lvlText w:val="%4."/>
      <w:lvlJc w:val="left"/>
      <w:pPr>
        <w:ind w:left="2880" w:hanging="360"/>
      </w:pPr>
    </w:lvl>
    <w:lvl w:ilvl="4" w:tplc="B7B8B29A">
      <w:start w:val="1"/>
      <w:numFmt w:val="lowerLetter"/>
      <w:lvlText w:val="%5."/>
      <w:lvlJc w:val="left"/>
      <w:pPr>
        <w:ind w:left="3600" w:hanging="360"/>
      </w:pPr>
    </w:lvl>
    <w:lvl w:ilvl="5" w:tplc="711CC5F6">
      <w:start w:val="1"/>
      <w:numFmt w:val="lowerRoman"/>
      <w:lvlText w:val="%6."/>
      <w:lvlJc w:val="right"/>
      <w:pPr>
        <w:ind w:left="4320" w:hanging="180"/>
      </w:pPr>
    </w:lvl>
    <w:lvl w:ilvl="6" w:tplc="EC8C7F9E">
      <w:start w:val="1"/>
      <w:numFmt w:val="decimal"/>
      <w:lvlText w:val="%7."/>
      <w:lvlJc w:val="left"/>
      <w:pPr>
        <w:ind w:left="5040" w:hanging="360"/>
      </w:pPr>
    </w:lvl>
    <w:lvl w:ilvl="7" w:tplc="4C00F1FA">
      <w:start w:val="1"/>
      <w:numFmt w:val="lowerLetter"/>
      <w:lvlText w:val="%8."/>
      <w:lvlJc w:val="left"/>
      <w:pPr>
        <w:ind w:left="5760" w:hanging="360"/>
      </w:pPr>
    </w:lvl>
    <w:lvl w:ilvl="8" w:tplc="BBAC5F48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4C8B2876"/>
    <w:multiLevelType w:val="hybridMultilevel"/>
    <w:tmpl w:val="FFFFFFFF"/>
    <w:lvl w:ilvl="0" w:tplc="D660AFDA">
      <w:start w:val="1"/>
      <w:numFmt w:val="decimal"/>
      <w:lvlText w:val="%1."/>
      <w:lvlJc w:val="left"/>
      <w:pPr>
        <w:ind w:left="720" w:hanging="360"/>
      </w:pPr>
    </w:lvl>
    <w:lvl w:ilvl="1" w:tplc="D616C59E">
      <w:start w:val="1"/>
      <w:numFmt w:val="lowerLetter"/>
      <w:lvlText w:val="%2."/>
      <w:lvlJc w:val="left"/>
      <w:pPr>
        <w:ind w:left="1440" w:hanging="360"/>
      </w:pPr>
    </w:lvl>
    <w:lvl w:ilvl="2" w:tplc="C706BF26">
      <w:start w:val="1"/>
      <w:numFmt w:val="lowerRoman"/>
      <w:lvlText w:val="%3."/>
      <w:lvlJc w:val="right"/>
      <w:pPr>
        <w:ind w:left="2160" w:hanging="180"/>
      </w:pPr>
    </w:lvl>
    <w:lvl w:ilvl="3" w:tplc="B9F692E6">
      <w:start w:val="1"/>
      <w:numFmt w:val="decimal"/>
      <w:lvlText w:val="%4."/>
      <w:lvlJc w:val="left"/>
      <w:pPr>
        <w:ind w:left="2880" w:hanging="360"/>
      </w:pPr>
    </w:lvl>
    <w:lvl w:ilvl="4" w:tplc="1108DC92">
      <w:start w:val="1"/>
      <w:numFmt w:val="lowerLetter"/>
      <w:lvlText w:val="%5."/>
      <w:lvlJc w:val="left"/>
      <w:pPr>
        <w:ind w:left="3600" w:hanging="360"/>
      </w:pPr>
    </w:lvl>
    <w:lvl w:ilvl="5" w:tplc="80E0A50A">
      <w:start w:val="1"/>
      <w:numFmt w:val="lowerRoman"/>
      <w:lvlText w:val="%6."/>
      <w:lvlJc w:val="right"/>
      <w:pPr>
        <w:ind w:left="4320" w:hanging="180"/>
      </w:pPr>
    </w:lvl>
    <w:lvl w:ilvl="6" w:tplc="FA540ECE">
      <w:start w:val="1"/>
      <w:numFmt w:val="decimal"/>
      <w:lvlText w:val="%7."/>
      <w:lvlJc w:val="left"/>
      <w:pPr>
        <w:ind w:left="5040" w:hanging="360"/>
      </w:pPr>
    </w:lvl>
    <w:lvl w:ilvl="7" w:tplc="6966EA5E">
      <w:start w:val="1"/>
      <w:numFmt w:val="lowerLetter"/>
      <w:lvlText w:val="%8."/>
      <w:lvlJc w:val="left"/>
      <w:pPr>
        <w:ind w:left="5760" w:hanging="360"/>
      </w:pPr>
    </w:lvl>
    <w:lvl w:ilvl="8" w:tplc="AA5E6624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A843DAE"/>
    <w:multiLevelType w:val="hybridMultilevel"/>
    <w:tmpl w:val="E6306E16"/>
    <w:lvl w:ilvl="0" w:tplc="04090017">
      <w:start w:val="1"/>
      <w:numFmt w:val="lowerLetter"/>
      <w:lvlText w:val="%1)"/>
      <w:lvlJc w:val="left"/>
      <w:pPr>
        <w:ind w:left="360" w:hanging="360"/>
      </w:p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>
      <w:start w:val="1"/>
      <w:numFmt w:val="lowerRoman"/>
      <w:lvlText w:val="%3."/>
      <w:lvlJc w:val="right"/>
      <w:pPr>
        <w:ind w:left="1800" w:hanging="180"/>
      </w:pPr>
    </w:lvl>
    <w:lvl w:ilvl="3" w:tplc="0425000F">
      <w:start w:val="1"/>
      <w:numFmt w:val="decimal"/>
      <w:lvlText w:val="%4."/>
      <w:lvlJc w:val="left"/>
      <w:pPr>
        <w:ind w:left="2520" w:hanging="360"/>
      </w:pPr>
    </w:lvl>
    <w:lvl w:ilvl="4" w:tplc="04250019">
      <w:start w:val="1"/>
      <w:numFmt w:val="lowerLetter"/>
      <w:lvlText w:val="%5."/>
      <w:lvlJc w:val="left"/>
      <w:pPr>
        <w:ind w:left="3240" w:hanging="360"/>
      </w:pPr>
    </w:lvl>
    <w:lvl w:ilvl="5" w:tplc="0425001B">
      <w:start w:val="1"/>
      <w:numFmt w:val="lowerRoman"/>
      <w:lvlText w:val="%6."/>
      <w:lvlJc w:val="right"/>
      <w:pPr>
        <w:ind w:left="3960" w:hanging="180"/>
      </w:pPr>
    </w:lvl>
    <w:lvl w:ilvl="6" w:tplc="0425000F">
      <w:start w:val="1"/>
      <w:numFmt w:val="decimal"/>
      <w:lvlText w:val="%7."/>
      <w:lvlJc w:val="left"/>
      <w:pPr>
        <w:ind w:left="4680" w:hanging="360"/>
      </w:pPr>
    </w:lvl>
    <w:lvl w:ilvl="7" w:tplc="04250019">
      <w:start w:val="1"/>
      <w:numFmt w:val="lowerLetter"/>
      <w:lvlText w:val="%8."/>
      <w:lvlJc w:val="left"/>
      <w:pPr>
        <w:ind w:left="5400" w:hanging="360"/>
      </w:pPr>
    </w:lvl>
    <w:lvl w:ilvl="8" w:tplc="0425001B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5BB87D1D"/>
    <w:multiLevelType w:val="hybridMultilevel"/>
    <w:tmpl w:val="FFFFFFFF"/>
    <w:lvl w:ilvl="0" w:tplc="4CE8F0A0">
      <w:start w:val="1"/>
      <w:numFmt w:val="decimal"/>
      <w:lvlText w:val="%1."/>
      <w:lvlJc w:val="left"/>
      <w:pPr>
        <w:ind w:left="720" w:hanging="360"/>
      </w:pPr>
    </w:lvl>
    <w:lvl w:ilvl="1" w:tplc="F0EE7ADE">
      <w:start w:val="1"/>
      <w:numFmt w:val="lowerLetter"/>
      <w:lvlText w:val="%2."/>
      <w:lvlJc w:val="left"/>
      <w:pPr>
        <w:ind w:left="1440" w:hanging="360"/>
      </w:pPr>
    </w:lvl>
    <w:lvl w:ilvl="2" w:tplc="1688D592">
      <w:start w:val="1"/>
      <w:numFmt w:val="lowerRoman"/>
      <w:lvlText w:val="%3."/>
      <w:lvlJc w:val="right"/>
      <w:pPr>
        <w:ind w:left="2160" w:hanging="180"/>
      </w:pPr>
    </w:lvl>
    <w:lvl w:ilvl="3" w:tplc="BB0683D8">
      <w:start w:val="1"/>
      <w:numFmt w:val="decimal"/>
      <w:lvlText w:val="%4."/>
      <w:lvlJc w:val="left"/>
      <w:pPr>
        <w:ind w:left="2880" w:hanging="360"/>
      </w:pPr>
    </w:lvl>
    <w:lvl w:ilvl="4" w:tplc="975C1DE8">
      <w:start w:val="1"/>
      <w:numFmt w:val="lowerLetter"/>
      <w:lvlText w:val="%5."/>
      <w:lvlJc w:val="left"/>
      <w:pPr>
        <w:ind w:left="3600" w:hanging="360"/>
      </w:pPr>
    </w:lvl>
    <w:lvl w:ilvl="5" w:tplc="A330F9A6">
      <w:start w:val="1"/>
      <w:numFmt w:val="lowerRoman"/>
      <w:lvlText w:val="%6."/>
      <w:lvlJc w:val="right"/>
      <w:pPr>
        <w:ind w:left="4320" w:hanging="180"/>
      </w:pPr>
    </w:lvl>
    <w:lvl w:ilvl="6" w:tplc="0ADACB4A">
      <w:start w:val="1"/>
      <w:numFmt w:val="decimal"/>
      <w:lvlText w:val="%7."/>
      <w:lvlJc w:val="left"/>
      <w:pPr>
        <w:ind w:left="5040" w:hanging="360"/>
      </w:pPr>
    </w:lvl>
    <w:lvl w:ilvl="7" w:tplc="688E9124">
      <w:start w:val="1"/>
      <w:numFmt w:val="lowerLetter"/>
      <w:lvlText w:val="%8."/>
      <w:lvlJc w:val="left"/>
      <w:pPr>
        <w:ind w:left="5760" w:hanging="360"/>
      </w:pPr>
    </w:lvl>
    <w:lvl w:ilvl="8" w:tplc="7F90369E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0EE43DC"/>
    <w:multiLevelType w:val="hybridMultilevel"/>
    <w:tmpl w:val="59B264FA"/>
    <w:lvl w:ilvl="0" w:tplc="042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6E7C693D"/>
    <w:multiLevelType w:val="hybridMultilevel"/>
    <w:tmpl w:val="FFFFFFFF"/>
    <w:lvl w:ilvl="0" w:tplc="2F8A14D8">
      <w:start w:val="1"/>
      <w:numFmt w:val="decimal"/>
      <w:lvlText w:val="%1."/>
      <w:lvlJc w:val="left"/>
      <w:pPr>
        <w:ind w:left="720" w:hanging="360"/>
      </w:pPr>
    </w:lvl>
    <w:lvl w:ilvl="1" w:tplc="0194FDB4">
      <w:start w:val="1"/>
      <w:numFmt w:val="lowerLetter"/>
      <w:lvlText w:val="%2."/>
      <w:lvlJc w:val="left"/>
      <w:pPr>
        <w:ind w:left="1440" w:hanging="360"/>
      </w:pPr>
    </w:lvl>
    <w:lvl w:ilvl="2" w:tplc="77FEA8CE">
      <w:start w:val="1"/>
      <w:numFmt w:val="lowerRoman"/>
      <w:lvlText w:val="%3."/>
      <w:lvlJc w:val="right"/>
      <w:pPr>
        <w:ind w:left="2160" w:hanging="180"/>
      </w:pPr>
    </w:lvl>
    <w:lvl w:ilvl="3" w:tplc="52FAC760">
      <w:start w:val="1"/>
      <w:numFmt w:val="decimal"/>
      <w:lvlText w:val="%4."/>
      <w:lvlJc w:val="left"/>
      <w:pPr>
        <w:ind w:left="2880" w:hanging="360"/>
      </w:pPr>
    </w:lvl>
    <w:lvl w:ilvl="4" w:tplc="549EC9A0">
      <w:start w:val="1"/>
      <w:numFmt w:val="lowerLetter"/>
      <w:lvlText w:val="%5."/>
      <w:lvlJc w:val="left"/>
      <w:pPr>
        <w:ind w:left="3600" w:hanging="360"/>
      </w:pPr>
    </w:lvl>
    <w:lvl w:ilvl="5" w:tplc="8BE8E5AE">
      <w:start w:val="1"/>
      <w:numFmt w:val="lowerRoman"/>
      <w:lvlText w:val="%6."/>
      <w:lvlJc w:val="right"/>
      <w:pPr>
        <w:ind w:left="4320" w:hanging="180"/>
      </w:pPr>
    </w:lvl>
    <w:lvl w:ilvl="6" w:tplc="D146E64C">
      <w:start w:val="1"/>
      <w:numFmt w:val="decimal"/>
      <w:lvlText w:val="%7."/>
      <w:lvlJc w:val="left"/>
      <w:pPr>
        <w:ind w:left="5040" w:hanging="360"/>
      </w:pPr>
    </w:lvl>
    <w:lvl w:ilvl="7" w:tplc="A39C28DE">
      <w:start w:val="1"/>
      <w:numFmt w:val="lowerLetter"/>
      <w:lvlText w:val="%8."/>
      <w:lvlJc w:val="left"/>
      <w:pPr>
        <w:ind w:left="5760" w:hanging="360"/>
      </w:pPr>
    </w:lvl>
    <w:lvl w:ilvl="8" w:tplc="5966FEFA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FDE5C25"/>
    <w:multiLevelType w:val="hybridMultilevel"/>
    <w:tmpl w:val="FFFFFFFF"/>
    <w:lvl w:ilvl="0" w:tplc="95C6774C">
      <w:start w:val="1"/>
      <w:numFmt w:val="decimal"/>
      <w:lvlText w:val="%1."/>
      <w:lvlJc w:val="left"/>
      <w:pPr>
        <w:ind w:left="720" w:hanging="360"/>
      </w:pPr>
    </w:lvl>
    <w:lvl w:ilvl="1" w:tplc="FF202C9E">
      <w:start w:val="1"/>
      <w:numFmt w:val="lowerLetter"/>
      <w:lvlText w:val="%2."/>
      <w:lvlJc w:val="left"/>
      <w:pPr>
        <w:ind w:left="1440" w:hanging="360"/>
      </w:pPr>
    </w:lvl>
    <w:lvl w:ilvl="2" w:tplc="0FA0D868">
      <w:start w:val="1"/>
      <w:numFmt w:val="lowerRoman"/>
      <w:lvlText w:val="%3."/>
      <w:lvlJc w:val="right"/>
      <w:pPr>
        <w:ind w:left="2160" w:hanging="180"/>
      </w:pPr>
    </w:lvl>
    <w:lvl w:ilvl="3" w:tplc="A67C72E0">
      <w:start w:val="1"/>
      <w:numFmt w:val="decimal"/>
      <w:lvlText w:val="%4."/>
      <w:lvlJc w:val="left"/>
      <w:pPr>
        <w:ind w:left="2880" w:hanging="360"/>
      </w:pPr>
    </w:lvl>
    <w:lvl w:ilvl="4" w:tplc="5C44138E">
      <w:start w:val="1"/>
      <w:numFmt w:val="lowerLetter"/>
      <w:lvlText w:val="%5."/>
      <w:lvlJc w:val="left"/>
      <w:pPr>
        <w:ind w:left="3600" w:hanging="360"/>
      </w:pPr>
    </w:lvl>
    <w:lvl w:ilvl="5" w:tplc="9E98C40E">
      <w:start w:val="1"/>
      <w:numFmt w:val="lowerRoman"/>
      <w:lvlText w:val="%6."/>
      <w:lvlJc w:val="right"/>
      <w:pPr>
        <w:ind w:left="4320" w:hanging="180"/>
      </w:pPr>
    </w:lvl>
    <w:lvl w:ilvl="6" w:tplc="CEB47020">
      <w:start w:val="1"/>
      <w:numFmt w:val="decimal"/>
      <w:lvlText w:val="%7."/>
      <w:lvlJc w:val="left"/>
      <w:pPr>
        <w:ind w:left="5040" w:hanging="360"/>
      </w:pPr>
    </w:lvl>
    <w:lvl w:ilvl="7" w:tplc="0786DB5A">
      <w:start w:val="1"/>
      <w:numFmt w:val="lowerLetter"/>
      <w:lvlText w:val="%8."/>
      <w:lvlJc w:val="left"/>
      <w:pPr>
        <w:ind w:left="5760" w:hanging="360"/>
      </w:pPr>
    </w:lvl>
    <w:lvl w:ilvl="8" w:tplc="C6A8B036">
      <w:start w:val="1"/>
      <w:numFmt w:val="lowerRoman"/>
      <w:lvlText w:val="%9."/>
      <w:lvlJc w:val="right"/>
      <w:pPr>
        <w:ind w:left="6480" w:hanging="180"/>
      </w:pPr>
    </w:lvl>
  </w:abstractNum>
  <w:num w:numId="1" w16cid:durableId="718550055">
    <w:abstractNumId w:val="12"/>
  </w:num>
  <w:num w:numId="2" w16cid:durableId="2116048768">
    <w:abstractNumId w:val="16"/>
  </w:num>
  <w:num w:numId="3" w16cid:durableId="2007511822">
    <w:abstractNumId w:val="4"/>
  </w:num>
  <w:num w:numId="4" w16cid:durableId="2000501468">
    <w:abstractNumId w:val="5"/>
  </w:num>
  <w:num w:numId="5" w16cid:durableId="666128068">
    <w:abstractNumId w:val="3"/>
  </w:num>
  <w:num w:numId="6" w16cid:durableId="658119040">
    <w:abstractNumId w:val="17"/>
  </w:num>
  <w:num w:numId="7" w16cid:durableId="1264605373">
    <w:abstractNumId w:val="9"/>
  </w:num>
  <w:num w:numId="8" w16cid:durableId="1083066498">
    <w:abstractNumId w:val="11"/>
  </w:num>
  <w:num w:numId="9" w16cid:durableId="1608081609">
    <w:abstractNumId w:val="14"/>
  </w:num>
  <w:num w:numId="10" w16cid:durableId="47582053">
    <w:abstractNumId w:val="10"/>
  </w:num>
  <w:num w:numId="11" w16cid:durableId="2105999859">
    <w:abstractNumId w:val="2"/>
  </w:num>
  <w:num w:numId="12" w16cid:durableId="1103301221">
    <w:abstractNumId w:val="7"/>
  </w:num>
  <w:num w:numId="13" w16cid:durableId="246185951">
    <w:abstractNumId w:val="0"/>
  </w:num>
  <w:num w:numId="14" w16cid:durableId="1798836706">
    <w:abstractNumId w:val="15"/>
  </w:num>
  <w:num w:numId="15" w16cid:durableId="893930479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 w16cid:durableId="759910178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 w16cid:durableId="1480339753">
    <w:abstractNumId w:val="6"/>
  </w:num>
  <w:num w:numId="18" w16cid:durableId="1059858986">
    <w:abstractNumId w:val="8"/>
  </w:num>
  <w:num w:numId="19" w16cid:durableId="76350284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removePersonalInformation/>
  <w:removeDateAndTime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72B7F"/>
    <w:rsid w:val="000012F9"/>
    <w:rsid w:val="00002D3D"/>
    <w:rsid w:val="000038B8"/>
    <w:rsid w:val="0001727A"/>
    <w:rsid w:val="00022FD5"/>
    <w:rsid w:val="00023CF8"/>
    <w:rsid w:val="0003708A"/>
    <w:rsid w:val="000428F6"/>
    <w:rsid w:val="000432C1"/>
    <w:rsid w:val="00047C3F"/>
    <w:rsid w:val="000559F5"/>
    <w:rsid w:val="00076FF1"/>
    <w:rsid w:val="000800D9"/>
    <w:rsid w:val="0008221A"/>
    <w:rsid w:val="000844FF"/>
    <w:rsid w:val="0008500D"/>
    <w:rsid w:val="00086F30"/>
    <w:rsid w:val="00087906"/>
    <w:rsid w:val="000A0788"/>
    <w:rsid w:val="000A1352"/>
    <w:rsid w:val="000B086B"/>
    <w:rsid w:val="000C34D1"/>
    <w:rsid w:val="000C614A"/>
    <w:rsid w:val="00104954"/>
    <w:rsid w:val="001106E9"/>
    <w:rsid w:val="00115BC8"/>
    <w:rsid w:val="001237C8"/>
    <w:rsid w:val="00123BCA"/>
    <w:rsid w:val="001339BA"/>
    <w:rsid w:val="0014536C"/>
    <w:rsid w:val="00165959"/>
    <w:rsid w:val="00173CCC"/>
    <w:rsid w:val="00174C90"/>
    <w:rsid w:val="001759FB"/>
    <w:rsid w:val="00180E8B"/>
    <w:rsid w:val="00190C55"/>
    <w:rsid w:val="001932A8"/>
    <w:rsid w:val="001972C9"/>
    <w:rsid w:val="001A1FE1"/>
    <w:rsid w:val="001A472D"/>
    <w:rsid w:val="001C24DA"/>
    <w:rsid w:val="001C3EEA"/>
    <w:rsid w:val="001D0CE5"/>
    <w:rsid w:val="001D265A"/>
    <w:rsid w:val="001E3DB3"/>
    <w:rsid w:val="001F02D4"/>
    <w:rsid w:val="00204212"/>
    <w:rsid w:val="00207AC8"/>
    <w:rsid w:val="00207F1D"/>
    <w:rsid w:val="00212394"/>
    <w:rsid w:val="00215381"/>
    <w:rsid w:val="0021699D"/>
    <w:rsid w:val="00217734"/>
    <w:rsid w:val="0022188E"/>
    <w:rsid w:val="00227B0D"/>
    <w:rsid w:val="00264C25"/>
    <w:rsid w:val="0027509C"/>
    <w:rsid w:val="00276183"/>
    <w:rsid w:val="00276AD3"/>
    <w:rsid w:val="00286756"/>
    <w:rsid w:val="00287C14"/>
    <w:rsid w:val="002A1257"/>
    <w:rsid w:val="002B0EE6"/>
    <w:rsid w:val="002B550A"/>
    <w:rsid w:val="002B6FB3"/>
    <w:rsid w:val="002E5B7A"/>
    <w:rsid w:val="003131A1"/>
    <w:rsid w:val="00323E09"/>
    <w:rsid w:val="00332E34"/>
    <w:rsid w:val="003379E8"/>
    <w:rsid w:val="0034389C"/>
    <w:rsid w:val="00346977"/>
    <w:rsid w:val="00347CED"/>
    <w:rsid w:val="00351649"/>
    <w:rsid w:val="0037000A"/>
    <w:rsid w:val="0037797C"/>
    <w:rsid w:val="00377C3A"/>
    <w:rsid w:val="0038251F"/>
    <w:rsid w:val="00383128"/>
    <w:rsid w:val="00383940"/>
    <w:rsid w:val="003843F7"/>
    <w:rsid w:val="00386343"/>
    <w:rsid w:val="00387D73"/>
    <w:rsid w:val="003950BA"/>
    <w:rsid w:val="003957BB"/>
    <w:rsid w:val="00396F15"/>
    <w:rsid w:val="003A393E"/>
    <w:rsid w:val="003A4AD1"/>
    <w:rsid w:val="003B4616"/>
    <w:rsid w:val="003C0756"/>
    <w:rsid w:val="003C5827"/>
    <w:rsid w:val="003D2C1D"/>
    <w:rsid w:val="003E602B"/>
    <w:rsid w:val="003F54C0"/>
    <w:rsid w:val="0040155B"/>
    <w:rsid w:val="00432650"/>
    <w:rsid w:val="00447533"/>
    <w:rsid w:val="00460A12"/>
    <w:rsid w:val="0048275B"/>
    <w:rsid w:val="0048513A"/>
    <w:rsid w:val="00486C2D"/>
    <w:rsid w:val="00495CE4"/>
    <w:rsid w:val="004B3A7A"/>
    <w:rsid w:val="004C09DC"/>
    <w:rsid w:val="004C478B"/>
    <w:rsid w:val="004D303E"/>
    <w:rsid w:val="004D5E32"/>
    <w:rsid w:val="004F65C0"/>
    <w:rsid w:val="00502CD3"/>
    <w:rsid w:val="00504393"/>
    <w:rsid w:val="00507851"/>
    <w:rsid w:val="0054096C"/>
    <w:rsid w:val="00544965"/>
    <w:rsid w:val="00557CE6"/>
    <w:rsid w:val="00563120"/>
    <w:rsid w:val="005636C3"/>
    <w:rsid w:val="00577013"/>
    <w:rsid w:val="00586F7D"/>
    <w:rsid w:val="00593BD3"/>
    <w:rsid w:val="00594485"/>
    <w:rsid w:val="005A7299"/>
    <w:rsid w:val="005B4230"/>
    <w:rsid w:val="005C04C8"/>
    <w:rsid w:val="005D4E47"/>
    <w:rsid w:val="005E1D84"/>
    <w:rsid w:val="005E5AFF"/>
    <w:rsid w:val="005F3AAF"/>
    <w:rsid w:val="005F4881"/>
    <w:rsid w:val="005F4DEA"/>
    <w:rsid w:val="005F55BB"/>
    <w:rsid w:val="00610895"/>
    <w:rsid w:val="006200B0"/>
    <w:rsid w:val="0062094A"/>
    <w:rsid w:val="00627992"/>
    <w:rsid w:val="00630399"/>
    <w:rsid w:val="00633644"/>
    <w:rsid w:val="00636D13"/>
    <w:rsid w:val="00671BB8"/>
    <w:rsid w:val="00693D7B"/>
    <w:rsid w:val="006A0CCC"/>
    <w:rsid w:val="006B3D74"/>
    <w:rsid w:val="006B71FF"/>
    <w:rsid w:val="006C6307"/>
    <w:rsid w:val="006C6B9F"/>
    <w:rsid w:val="006C79A3"/>
    <w:rsid w:val="006D58D1"/>
    <w:rsid w:val="006F0AB0"/>
    <w:rsid w:val="006F71E6"/>
    <w:rsid w:val="00705BE4"/>
    <w:rsid w:val="00710D3C"/>
    <w:rsid w:val="0071360C"/>
    <w:rsid w:val="00713BFF"/>
    <w:rsid w:val="0073625D"/>
    <w:rsid w:val="00740421"/>
    <w:rsid w:val="007408B4"/>
    <w:rsid w:val="00750182"/>
    <w:rsid w:val="0075295A"/>
    <w:rsid w:val="00760733"/>
    <w:rsid w:val="007645D4"/>
    <w:rsid w:val="00770F5A"/>
    <w:rsid w:val="00782F9D"/>
    <w:rsid w:val="00793C61"/>
    <w:rsid w:val="00794248"/>
    <w:rsid w:val="00796BB1"/>
    <w:rsid w:val="007A0851"/>
    <w:rsid w:val="007A2657"/>
    <w:rsid w:val="007C71BB"/>
    <w:rsid w:val="007D6EC8"/>
    <w:rsid w:val="007E1107"/>
    <w:rsid w:val="007E5F10"/>
    <w:rsid w:val="00805D65"/>
    <w:rsid w:val="00806E15"/>
    <w:rsid w:val="00811C80"/>
    <w:rsid w:val="00814FC7"/>
    <w:rsid w:val="00815C50"/>
    <w:rsid w:val="0082078A"/>
    <w:rsid w:val="00824ACB"/>
    <w:rsid w:val="00826E26"/>
    <w:rsid w:val="00827771"/>
    <w:rsid w:val="00830D73"/>
    <w:rsid w:val="00831498"/>
    <w:rsid w:val="0084267B"/>
    <w:rsid w:val="00850223"/>
    <w:rsid w:val="008519E9"/>
    <w:rsid w:val="008532D4"/>
    <w:rsid w:val="0086012C"/>
    <w:rsid w:val="0087590D"/>
    <w:rsid w:val="00895C22"/>
    <w:rsid w:val="008A3DE5"/>
    <w:rsid w:val="008A46EF"/>
    <w:rsid w:val="008A4D60"/>
    <w:rsid w:val="008A672A"/>
    <w:rsid w:val="008B456D"/>
    <w:rsid w:val="008C5D27"/>
    <w:rsid w:val="008E280B"/>
    <w:rsid w:val="008E7987"/>
    <w:rsid w:val="009128BF"/>
    <w:rsid w:val="00914E50"/>
    <w:rsid w:val="009212FC"/>
    <w:rsid w:val="009324D6"/>
    <w:rsid w:val="009417C0"/>
    <w:rsid w:val="00941CF9"/>
    <w:rsid w:val="00955089"/>
    <w:rsid w:val="00957B86"/>
    <w:rsid w:val="00960404"/>
    <w:rsid w:val="00973217"/>
    <w:rsid w:val="00991E22"/>
    <w:rsid w:val="009A56DE"/>
    <w:rsid w:val="009B660E"/>
    <w:rsid w:val="009C56D2"/>
    <w:rsid w:val="009C6C0F"/>
    <w:rsid w:val="009D257F"/>
    <w:rsid w:val="009E0C61"/>
    <w:rsid w:val="009E2EDB"/>
    <w:rsid w:val="009E3334"/>
    <w:rsid w:val="009E3594"/>
    <w:rsid w:val="009E6CC9"/>
    <w:rsid w:val="009E793C"/>
    <w:rsid w:val="009F47A6"/>
    <w:rsid w:val="009F5AEC"/>
    <w:rsid w:val="009F7BC9"/>
    <w:rsid w:val="00A02F5A"/>
    <w:rsid w:val="00A05603"/>
    <w:rsid w:val="00A31526"/>
    <w:rsid w:val="00A40072"/>
    <w:rsid w:val="00A42EAE"/>
    <w:rsid w:val="00A50DBD"/>
    <w:rsid w:val="00A52856"/>
    <w:rsid w:val="00A54DCC"/>
    <w:rsid w:val="00A559CB"/>
    <w:rsid w:val="00A56A76"/>
    <w:rsid w:val="00A57D86"/>
    <w:rsid w:val="00A67385"/>
    <w:rsid w:val="00A70C6C"/>
    <w:rsid w:val="00A75A80"/>
    <w:rsid w:val="00AB3852"/>
    <w:rsid w:val="00AB7581"/>
    <w:rsid w:val="00AC34D8"/>
    <w:rsid w:val="00AF4371"/>
    <w:rsid w:val="00AF52CF"/>
    <w:rsid w:val="00AF7B2F"/>
    <w:rsid w:val="00B017ED"/>
    <w:rsid w:val="00B01D4C"/>
    <w:rsid w:val="00B01E6A"/>
    <w:rsid w:val="00B0399A"/>
    <w:rsid w:val="00B10E94"/>
    <w:rsid w:val="00B116B5"/>
    <w:rsid w:val="00B1519B"/>
    <w:rsid w:val="00B20AC6"/>
    <w:rsid w:val="00B25ED3"/>
    <w:rsid w:val="00B30FDC"/>
    <w:rsid w:val="00B414C5"/>
    <w:rsid w:val="00B44662"/>
    <w:rsid w:val="00B44AE4"/>
    <w:rsid w:val="00B4799D"/>
    <w:rsid w:val="00B54CD6"/>
    <w:rsid w:val="00B56B0E"/>
    <w:rsid w:val="00B628BC"/>
    <w:rsid w:val="00B7202E"/>
    <w:rsid w:val="00B72B7F"/>
    <w:rsid w:val="00B81E3E"/>
    <w:rsid w:val="00B827B7"/>
    <w:rsid w:val="00B92A33"/>
    <w:rsid w:val="00BA358D"/>
    <w:rsid w:val="00BC7093"/>
    <w:rsid w:val="00BC787D"/>
    <w:rsid w:val="00BD0459"/>
    <w:rsid w:val="00BE566F"/>
    <w:rsid w:val="00BF0722"/>
    <w:rsid w:val="00BF2F4E"/>
    <w:rsid w:val="00C011F9"/>
    <w:rsid w:val="00C11636"/>
    <w:rsid w:val="00C15B72"/>
    <w:rsid w:val="00C22E9D"/>
    <w:rsid w:val="00C35DD2"/>
    <w:rsid w:val="00C46275"/>
    <w:rsid w:val="00C5058D"/>
    <w:rsid w:val="00C5421E"/>
    <w:rsid w:val="00C55A4F"/>
    <w:rsid w:val="00C674D2"/>
    <w:rsid w:val="00C86F24"/>
    <w:rsid w:val="00C91CBC"/>
    <w:rsid w:val="00CB74D4"/>
    <w:rsid w:val="00CC4710"/>
    <w:rsid w:val="00CC47C5"/>
    <w:rsid w:val="00CC679C"/>
    <w:rsid w:val="00CD72D4"/>
    <w:rsid w:val="00CE0741"/>
    <w:rsid w:val="00CE0900"/>
    <w:rsid w:val="00CE33D7"/>
    <w:rsid w:val="00CF0CB7"/>
    <w:rsid w:val="00CF1874"/>
    <w:rsid w:val="00D046D0"/>
    <w:rsid w:val="00D33E2D"/>
    <w:rsid w:val="00D41384"/>
    <w:rsid w:val="00D42223"/>
    <w:rsid w:val="00D43A6D"/>
    <w:rsid w:val="00D70497"/>
    <w:rsid w:val="00D7668A"/>
    <w:rsid w:val="00D8241E"/>
    <w:rsid w:val="00D93EB5"/>
    <w:rsid w:val="00DA08DC"/>
    <w:rsid w:val="00DA20CE"/>
    <w:rsid w:val="00DA7F0B"/>
    <w:rsid w:val="00DB7523"/>
    <w:rsid w:val="00DD28D4"/>
    <w:rsid w:val="00DD4059"/>
    <w:rsid w:val="00DE643E"/>
    <w:rsid w:val="00DF4AC6"/>
    <w:rsid w:val="00DF7AA9"/>
    <w:rsid w:val="00E01B1F"/>
    <w:rsid w:val="00E22DFE"/>
    <w:rsid w:val="00E246D5"/>
    <w:rsid w:val="00E57EAE"/>
    <w:rsid w:val="00E63E8E"/>
    <w:rsid w:val="00E67E77"/>
    <w:rsid w:val="00E721A2"/>
    <w:rsid w:val="00E7538C"/>
    <w:rsid w:val="00E943B5"/>
    <w:rsid w:val="00EA023C"/>
    <w:rsid w:val="00EA034F"/>
    <w:rsid w:val="00EA533C"/>
    <w:rsid w:val="00EC48C5"/>
    <w:rsid w:val="00EC5E69"/>
    <w:rsid w:val="00ED76D1"/>
    <w:rsid w:val="00EE471D"/>
    <w:rsid w:val="00F016B8"/>
    <w:rsid w:val="00F11EF7"/>
    <w:rsid w:val="00F134FD"/>
    <w:rsid w:val="00F26436"/>
    <w:rsid w:val="00F426FE"/>
    <w:rsid w:val="00F435E2"/>
    <w:rsid w:val="00F45CB0"/>
    <w:rsid w:val="00F54C2F"/>
    <w:rsid w:val="00F60092"/>
    <w:rsid w:val="00F74C9B"/>
    <w:rsid w:val="00F750BF"/>
    <w:rsid w:val="00F77761"/>
    <w:rsid w:val="00F84131"/>
    <w:rsid w:val="00F84962"/>
    <w:rsid w:val="00F94B4D"/>
    <w:rsid w:val="00FA00B7"/>
    <w:rsid w:val="00FA2F74"/>
    <w:rsid w:val="00FA384F"/>
    <w:rsid w:val="00FB35F6"/>
    <w:rsid w:val="00FC0A50"/>
    <w:rsid w:val="00FD4866"/>
    <w:rsid w:val="00FD4A27"/>
    <w:rsid w:val="00FE2A17"/>
    <w:rsid w:val="00FE3672"/>
    <w:rsid w:val="00FF26DD"/>
    <w:rsid w:val="00FF3473"/>
    <w:rsid w:val="00FF414D"/>
    <w:rsid w:val="00FF43D4"/>
    <w:rsid w:val="018558BE"/>
    <w:rsid w:val="037D1D5C"/>
    <w:rsid w:val="0478FFAB"/>
    <w:rsid w:val="06B4BE1E"/>
    <w:rsid w:val="08B0E6DE"/>
    <w:rsid w:val="08F07C91"/>
    <w:rsid w:val="0C2353EA"/>
    <w:rsid w:val="0E0F6A73"/>
    <w:rsid w:val="13C60024"/>
    <w:rsid w:val="14322597"/>
    <w:rsid w:val="17599523"/>
    <w:rsid w:val="1812AB92"/>
    <w:rsid w:val="18427E41"/>
    <w:rsid w:val="18997147"/>
    <w:rsid w:val="1F662C86"/>
    <w:rsid w:val="1F7C10CA"/>
    <w:rsid w:val="1FBDD544"/>
    <w:rsid w:val="1FC9B6C0"/>
    <w:rsid w:val="214C5EC4"/>
    <w:rsid w:val="22383431"/>
    <w:rsid w:val="2483FF86"/>
    <w:rsid w:val="27DA8A21"/>
    <w:rsid w:val="2A9F3A53"/>
    <w:rsid w:val="2B0C9713"/>
    <w:rsid w:val="2C8F116B"/>
    <w:rsid w:val="30B9592F"/>
    <w:rsid w:val="3115A34F"/>
    <w:rsid w:val="320A5E26"/>
    <w:rsid w:val="33AFE5AE"/>
    <w:rsid w:val="33C14350"/>
    <w:rsid w:val="376494FE"/>
    <w:rsid w:val="3900655F"/>
    <w:rsid w:val="3A15700B"/>
    <w:rsid w:val="3A5DB9A4"/>
    <w:rsid w:val="3DB8A3BF"/>
    <w:rsid w:val="3E0B8934"/>
    <w:rsid w:val="3F1BA02C"/>
    <w:rsid w:val="4017827B"/>
    <w:rsid w:val="40A213FC"/>
    <w:rsid w:val="42EDBA3D"/>
    <w:rsid w:val="4479DD62"/>
    <w:rsid w:val="45E6D5ED"/>
    <w:rsid w:val="46E3B45B"/>
    <w:rsid w:val="46EC1BF4"/>
    <w:rsid w:val="4782A64E"/>
    <w:rsid w:val="48229460"/>
    <w:rsid w:val="491E76AF"/>
    <w:rsid w:val="498BA55D"/>
    <w:rsid w:val="4DAC4A4E"/>
    <w:rsid w:val="4EB0B0F9"/>
    <w:rsid w:val="4FC07731"/>
    <w:rsid w:val="50CD01D4"/>
    <w:rsid w:val="51A73536"/>
    <w:rsid w:val="53057C90"/>
    <w:rsid w:val="5493E854"/>
    <w:rsid w:val="55D11BA5"/>
    <w:rsid w:val="572B9B04"/>
    <w:rsid w:val="5C6B3555"/>
    <w:rsid w:val="5CF28896"/>
    <w:rsid w:val="5DAC5CDE"/>
    <w:rsid w:val="5E1FA127"/>
    <w:rsid w:val="5EB54409"/>
    <w:rsid w:val="5F1E9521"/>
    <w:rsid w:val="62BA3506"/>
    <w:rsid w:val="6574F3AD"/>
    <w:rsid w:val="6878B11E"/>
    <w:rsid w:val="6BC1293A"/>
    <w:rsid w:val="6C292928"/>
    <w:rsid w:val="6C6904D2"/>
    <w:rsid w:val="7205617A"/>
    <w:rsid w:val="72D84656"/>
    <w:rsid w:val="7300660D"/>
    <w:rsid w:val="75CC2D9D"/>
    <w:rsid w:val="75F542F3"/>
    <w:rsid w:val="788E716B"/>
    <w:rsid w:val="78AD2829"/>
    <w:rsid w:val="79AAD7B1"/>
    <w:rsid w:val="7A0FB529"/>
    <w:rsid w:val="7B2DBBA0"/>
    <w:rsid w:val="7D794C50"/>
    <w:rsid w:val="7EA9AC38"/>
    <w:rsid w:val="7F499A4A"/>
    <w:rsid w:val="7FD7F6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33DE1BAB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Times New Roman" w:hAnsi="Calibri" w:cs="Calibri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Variable" w:semiHidden="1" w:unhideWhenUsed="1"/>
    <w:lsdException w:name="Normal Table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rFonts w:cs="Times New Roman"/>
      <w:sz w:val="22"/>
      <w:szCs w:val="22"/>
      <w:lang w:eastAsia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022FD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link w:val="BalloonText"/>
    <w:uiPriority w:val="99"/>
    <w:semiHidden/>
    <w:locked/>
    <w:rsid w:val="00022FD5"/>
    <w:rPr>
      <w:rFonts w:ascii="Tahoma" w:hAnsi="Tahoma" w:cs="Times New Roman"/>
      <w:sz w:val="16"/>
    </w:rPr>
  </w:style>
  <w:style w:type="character" w:styleId="CommentReference">
    <w:name w:val="annotation reference"/>
    <w:uiPriority w:val="99"/>
    <w:semiHidden/>
    <w:unhideWhenUsed/>
    <w:rsid w:val="000C34D1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C34D1"/>
    <w:rPr>
      <w:sz w:val="20"/>
      <w:szCs w:val="20"/>
    </w:rPr>
  </w:style>
  <w:style w:type="character" w:customStyle="1" w:styleId="CommentTextChar">
    <w:name w:val="Comment Text Char"/>
    <w:link w:val="CommentText"/>
    <w:uiPriority w:val="99"/>
    <w:semiHidden/>
    <w:locked/>
    <w:rsid w:val="000C34D1"/>
    <w:rPr>
      <w:rFonts w:cs="Times New Roman"/>
      <w:lang w:val="x-none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C34D1"/>
    <w:rPr>
      <w:b/>
      <w:bCs/>
    </w:rPr>
  </w:style>
  <w:style w:type="character" w:customStyle="1" w:styleId="CommentSubjectChar">
    <w:name w:val="Comment Subject Char"/>
    <w:link w:val="CommentSubject"/>
    <w:uiPriority w:val="99"/>
    <w:semiHidden/>
    <w:locked/>
    <w:rsid w:val="000C34D1"/>
    <w:rPr>
      <w:rFonts w:cs="Times New Roman"/>
      <w:b/>
      <w:lang w:val="x-none" w:eastAsia="en-US"/>
    </w:rPr>
  </w:style>
  <w:style w:type="paragraph" w:styleId="Header">
    <w:name w:val="header"/>
    <w:basedOn w:val="Normal"/>
    <w:link w:val="Head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HeaderChar">
    <w:name w:val="Header Char"/>
    <w:link w:val="Head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Footer">
    <w:name w:val="footer"/>
    <w:basedOn w:val="Normal"/>
    <w:link w:val="FooterChar"/>
    <w:uiPriority w:val="99"/>
    <w:unhideWhenUsed/>
    <w:rsid w:val="0022188E"/>
    <w:pPr>
      <w:tabs>
        <w:tab w:val="center" w:pos="4536"/>
        <w:tab w:val="right" w:pos="9072"/>
      </w:tabs>
    </w:pPr>
  </w:style>
  <w:style w:type="character" w:customStyle="1" w:styleId="FooterChar">
    <w:name w:val="Footer Char"/>
    <w:link w:val="Footer"/>
    <w:uiPriority w:val="99"/>
    <w:locked/>
    <w:rsid w:val="0022188E"/>
    <w:rPr>
      <w:rFonts w:cs="Times New Roman"/>
      <w:sz w:val="22"/>
      <w:szCs w:val="22"/>
      <w:lang w:val="x-none" w:eastAsia="en-US"/>
    </w:rPr>
  </w:style>
  <w:style w:type="paragraph" w:styleId="ListParagraph">
    <w:name w:val="List Paragraph"/>
    <w:basedOn w:val="Normal"/>
    <w:uiPriority w:val="34"/>
    <w:qFormat/>
    <w:rsid w:val="00740421"/>
    <w:pPr>
      <w:ind w:left="720"/>
      <w:contextualSpacing/>
    </w:pPr>
  </w:style>
  <w:style w:type="paragraph" w:styleId="NoSpacing">
    <w:name w:val="No Spacing"/>
    <w:uiPriority w:val="1"/>
    <w:qFormat/>
  </w:style>
  <w:style w:type="character" w:styleId="PlaceholderText">
    <w:name w:val="Placeholder Text"/>
    <w:basedOn w:val="DefaultParagraphFont"/>
    <w:uiPriority w:val="99"/>
    <w:semiHidden/>
    <w:rsid w:val="00B628BC"/>
    <w:rPr>
      <w:color w:val="808080"/>
    </w:rPr>
  </w:style>
  <w:style w:type="character" w:styleId="Hyperlink">
    <w:name w:val="Hyperlink"/>
    <w:basedOn w:val="DefaultParagraphFont"/>
    <w:uiPriority w:val="99"/>
    <w:rsid w:val="00B628B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B628B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55214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52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292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Barulin\Threod%20Systems%20O&#220;\5.0%20TST&amp;TRN%20-%205.11%20FLIGHT%20PERMITS%20&amp;%20NOTAM\NOTAM\AUG2021\week34_18.08-19.08\(110821)%20THREOD%20SYSTEMS%20MEHITAMATA%20&#213;HUS&#213;IDUKI%20LENNUTAMISE%20TAOTLUS.dotx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0FD939C22A70496AB7CCAAED8FFE708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B361971-D673-4268-86E5-DB99767F32B5}"/>
      </w:docPartPr>
      <w:docPartBody>
        <w:p w:rsidR="00320969" w:rsidRDefault="00320969">
          <w:pPr>
            <w:pStyle w:val="0FD939C22A70496AB7CCAAED8FFE7087"/>
          </w:pPr>
          <w:r w:rsidRPr="003B5C3C">
            <w:rPr>
              <w:rStyle w:val="PlaceholderText"/>
            </w:rPr>
            <w:t>Click or tap to enter a date.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1"/>
    <w:family w:val="roman"/>
    <w:pitch w:val="variable"/>
    <w:sig w:usb0="0000A003" w:usb1="00000000" w:usb2="00000000" w:usb3="00000000" w:csb0="00000001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20969"/>
    <w:rsid w:val="00010F7C"/>
    <w:rsid w:val="00167E39"/>
    <w:rsid w:val="001D265A"/>
    <w:rsid w:val="002E2AE0"/>
    <w:rsid w:val="00320969"/>
    <w:rsid w:val="00343830"/>
    <w:rsid w:val="004849A4"/>
    <w:rsid w:val="004B37E8"/>
    <w:rsid w:val="00507851"/>
    <w:rsid w:val="005448FE"/>
    <w:rsid w:val="005D169A"/>
    <w:rsid w:val="00604546"/>
    <w:rsid w:val="006502F4"/>
    <w:rsid w:val="00653154"/>
    <w:rsid w:val="00664809"/>
    <w:rsid w:val="007437B2"/>
    <w:rsid w:val="007439FF"/>
    <w:rsid w:val="00811C80"/>
    <w:rsid w:val="008B5E8D"/>
    <w:rsid w:val="00904FF7"/>
    <w:rsid w:val="00A053CC"/>
    <w:rsid w:val="00A24B75"/>
    <w:rsid w:val="00A27A0F"/>
    <w:rsid w:val="00A40072"/>
    <w:rsid w:val="00AD1FD5"/>
    <w:rsid w:val="00B1519B"/>
    <w:rsid w:val="00B400D3"/>
    <w:rsid w:val="00B827B7"/>
    <w:rsid w:val="00BC6A58"/>
    <w:rsid w:val="00BC6FFE"/>
    <w:rsid w:val="00C15F83"/>
    <w:rsid w:val="00E46EE8"/>
    <w:rsid w:val="00E75F44"/>
    <w:rsid w:val="00E776A4"/>
    <w:rsid w:val="00EA0682"/>
    <w:rsid w:val="00F77E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et-EE" w:eastAsia="et-E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A24B75"/>
    <w:rPr>
      <w:color w:val="808080"/>
    </w:rPr>
  </w:style>
  <w:style w:type="paragraph" w:customStyle="1" w:styleId="0FD939C22A70496AB7CCAAED8FFE7087">
    <w:name w:val="0FD939C22A70496AB7CCAAED8FFE708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787DD1274E941C4BBE428C455319EC91" ma:contentTypeVersion="7" ma:contentTypeDescription="Create a new document." ma:contentTypeScope="" ma:versionID="71d5c1a06e7025c6b181befb538ed4e6">
  <xsd:schema xmlns:xsd="http://www.w3.org/2001/XMLSchema" xmlns:xs="http://www.w3.org/2001/XMLSchema" xmlns:p="http://schemas.microsoft.com/office/2006/metadata/properties" xmlns:ns2="a7c84f88-a3ab-470e-b271-cb24560b9a57" targetNamespace="http://schemas.microsoft.com/office/2006/metadata/properties" ma:root="true" ma:fieldsID="338e340c3767723351bb0a908ecbdfdc" ns2:_="">
    <xsd:import namespace="a7c84f88-a3ab-470e-b271-cb24560b9a5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7c84f88-a3ab-470e-b271-cb24560b9a5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MediaServiceAutoTags" ma:internalName="MediaServiceAutoTags" ma:readOnly="true">
      <xsd:simpleType>
        <xsd:restriction base="dms:Text"/>
      </xsd:simpleType>
    </xsd:element>
    <xsd:element name="MediaServiceOCR" ma:index="11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48824C-083F-4420-AE15-239A6694949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7c84f88-a3ab-470e-b271-cb24560b9a5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7638D06-8661-43DD-9805-86A105A73642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8DEBC68-578E-654D-8F98-BAF975A1CDA2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13311A5B-4BBB-4839-9313-23803366323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(110821) THREOD SYSTEMS MEHITAMATA ÕHUSÕIDUKI LENNUTAMISE TAOTLUS</Template>
  <TotalTime>0</TotalTime>
  <Pages>1</Pages>
  <Words>207</Words>
  <Characters>1181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2024-05-15T09:36:00Z</dcterms:created>
  <dcterms:modified xsi:type="dcterms:W3CDTF">2025-04-21T07:11:00Z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uthorIds_UIVersion_512">
    <vt:lpwstr>31</vt:lpwstr>
  </property>
  <property fmtid="{D5CDD505-2E9C-101B-9397-08002B2CF9AE}" pid="3" name="ContentTypeId">
    <vt:lpwstr>0x010100787DD1274E941C4BBE428C455319EC91</vt:lpwstr>
  </property>
</Properties>
</file>